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F3" w:rsidRDefault="008775F3" w:rsidP="007E2E41">
      <w:pPr>
        <w:ind w:right="3"/>
        <w:rPr>
          <w:rFonts w:ascii="Arial" w:hAnsi="Arial" w:cs="Arial"/>
        </w:rPr>
      </w:pPr>
    </w:p>
    <w:p w:rsidR="00D97E41" w:rsidRDefault="00D97E41" w:rsidP="00A678E2">
      <w:pPr>
        <w:rPr>
          <w:rFonts w:ascii="Arial" w:hAnsi="Arial" w:cs="Arial"/>
        </w:rPr>
      </w:pPr>
    </w:p>
    <w:p w:rsidR="00D97E41" w:rsidRDefault="00D97E41" w:rsidP="00A678E2">
      <w:pPr>
        <w:rPr>
          <w:rFonts w:ascii="Arial" w:hAnsi="Arial" w:cs="Arial"/>
        </w:rPr>
      </w:pPr>
    </w:p>
    <w:p w:rsidR="009F4C2E" w:rsidRPr="009F4C2E" w:rsidRDefault="009F4C2E" w:rsidP="009F4C2E">
      <w:pPr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                                                                  </w:t>
      </w:r>
      <w:r w:rsidRPr="009F4C2E">
        <w:rPr>
          <w:rFonts w:asciiTheme="minorHAnsi" w:hAnsiTheme="minorHAnsi" w:cs="Arial"/>
          <w:b/>
          <w:sz w:val="32"/>
          <w:szCs w:val="32"/>
        </w:rPr>
        <w:t>Elective Placement Application Form:</w:t>
      </w:r>
    </w:p>
    <w:p w:rsidR="009F4C2E" w:rsidRPr="009F4C2E" w:rsidRDefault="009F4C2E" w:rsidP="009F4C2E">
      <w:pPr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Pre-</w:t>
      </w:r>
      <w:r w:rsidRPr="009F4C2E">
        <w:rPr>
          <w:rFonts w:asciiTheme="minorHAnsi" w:hAnsiTheme="minorHAnsi" w:cs="Arial"/>
          <w:b/>
          <w:sz w:val="32"/>
          <w:szCs w:val="32"/>
        </w:rPr>
        <w:t>Registration Nursing Students</w:t>
      </w:r>
    </w:p>
    <w:p w:rsidR="009F4C2E" w:rsidRPr="009F4C2E" w:rsidRDefault="009F4C2E" w:rsidP="009F4C2E">
      <w:pPr>
        <w:rPr>
          <w:rFonts w:asciiTheme="minorHAnsi" w:hAnsiTheme="minorHAnsi" w:cs="Arial"/>
          <w:b/>
        </w:rPr>
      </w:pP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  <w:r w:rsidRPr="009F4C2E">
        <w:rPr>
          <w:rFonts w:asciiTheme="minorHAnsi" w:hAnsiTheme="minorHAnsi" w:cs="Arial"/>
        </w:rPr>
        <w:t>Please complete the below form.  From your</w:t>
      </w:r>
      <w:r>
        <w:rPr>
          <w:rFonts w:asciiTheme="minorHAnsi" w:hAnsiTheme="minorHAnsi" w:cs="Arial"/>
        </w:rPr>
        <w:t xml:space="preserve"> personal statement we will seek</w:t>
      </w:r>
      <w:r w:rsidRPr="009F4C2E">
        <w:rPr>
          <w:rFonts w:asciiTheme="minorHAnsi" w:hAnsiTheme="minorHAnsi" w:cs="Arial"/>
        </w:rPr>
        <w:t xml:space="preserve"> to find a placement that will suit you and the experience you are looking for.</w:t>
      </w:r>
    </w:p>
    <w:p w:rsidR="009F4C2E" w:rsidRPr="009F4C2E" w:rsidRDefault="009F4C2E" w:rsidP="009F4C2E">
      <w:pPr>
        <w:jc w:val="both"/>
        <w:rPr>
          <w:rFonts w:asciiTheme="minorHAnsi" w:hAnsiTheme="minorHAnsi" w:cs="Arial"/>
          <w:b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080"/>
        <w:gridCol w:w="4500"/>
      </w:tblGrid>
      <w:tr w:rsidR="009F4C2E" w:rsidRPr="009F4C2E" w:rsidTr="009F4C2E">
        <w:trPr>
          <w:trHeight w:val="1085"/>
        </w:trPr>
        <w:tc>
          <w:tcPr>
            <w:tcW w:w="3420" w:type="dxa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Name: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Date of Birth:</w:t>
            </w:r>
          </w:p>
        </w:tc>
        <w:tc>
          <w:tcPr>
            <w:tcW w:w="5580" w:type="dxa"/>
            <w:gridSpan w:val="2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Telephone: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Email:</w:t>
            </w:r>
          </w:p>
        </w:tc>
      </w:tr>
      <w:tr w:rsidR="009F4C2E" w:rsidRPr="009F4C2E" w:rsidTr="009F4C2E">
        <w:trPr>
          <w:trHeight w:val="935"/>
        </w:trPr>
        <w:tc>
          <w:tcPr>
            <w:tcW w:w="9000" w:type="dxa"/>
            <w:gridSpan w:val="3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University:                                            Student Number: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 xml:space="preserve">Branch:  Adult            Child </w:t>
            </w:r>
          </w:p>
        </w:tc>
      </w:tr>
      <w:tr w:rsidR="009F4C2E" w:rsidRPr="009F4C2E" w:rsidTr="009F4C2E">
        <w:trPr>
          <w:trHeight w:val="1049"/>
        </w:trPr>
        <w:tc>
          <w:tcPr>
            <w:tcW w:w="9000" w:type="dxa"/>
            <w:gridSpan w:val="3"/>
          </w:tcPr>
          <w:p w:rsid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Name of personal tutor: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Telephone:</w:t>
            </w:r>
          </w:p>
          <w:p w:rsidR="0066332A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bookmarkStart w:id="0" w:name="_GoBack"/>
            <w:bookmarkEnd w:id="0"/>
            <w:r w:rsidRPr="009F4C2E">
              <w:rPr>
                <w:rFonts w:asciiTheme="minorHAnsi" w:hAnsiTheme="minorHAnsi" w:cs="Arial"/>
                <w:b/>
              </w:rPr>
              <w:t>Email: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9F4C2E" w:rsidRPr="009F4C2E" w:rsidTr="009F4C2E">
        <w:trPr>
          <w:trHeight w:val="1137"/>
        </w:trPr>
        <w:tc>
          <w:tcPr>
            <w:tcW w:w="3420" w:type="dxa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Which nursing programme are you enrolled on?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5580" w:type="dxa"/>
            <w:gridSpan w:val="2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9F4C2E" w:rsidRPr="009F4C2E" w:rsidTr="009F4C2E">
        <w:trPr>
          <w:trHeight w:val="1137"/>
        </w:trPr>
        <w:tc>
          <w:tcPr>
            <w:tcW w:w="3420" w:type="dxa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When did you start your nurse training?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5580" w:type="dxa"/>
            <w:gridSpan w:val="2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9F4C2E" w:rsidRPr="009F4C2E" w:rsidTr="009F4C2E">
        <w:trPr>
          <w:trHeight w:val="1137"/>
        </w:trPr>
        <w:tc>
          <w:tcPr>
            <w:tcW w:w="3420" w:type="dxa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Which year of training will you be in at time of elective?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5580" w:type="dxa"/>
            <w:gridSpan w:val="2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66332A" w:rsidRPr="009F4C2E" w:rsidTr="005A793D">
        <w:trPr>
          <w:trHeight w:val="924"/>
        </w:trPr>
        <w:tc>
          <w:tcPr>
            <w:tcW w:w="4500" w:type="dxa"/>
            <w:gridSpan w:val="2"/>
          </w:tcPr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Proposed date</w:t>
            </w:r>
            <w:r>
              <w:rPr>
                <w:rFonts w:asciiTheme="minorHAnsi" w:hAnsiTheme="minorHAnsi" w:cs="Arial"/>
                <w:b/>
              </w:rPr>
              <w:t>s</w:t>
            </w:r>
            <w:r w:rsidRPr="009F4C2E">
              <w:rPr>
                <w:rFonts w:asciiTheme="minorHAnsi" w:hAnsiTheme="minorHAnsi" w:cs="Arial"/>
                <w:b/>
              </w:rPr>
              <w:t xml:space="preserve"> of elective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Option 1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 xml:space="preserve">From                     </w:t>
            </w:r>
          </w:p>
          <w:p w:rsidR="0066332A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To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  <w:tc>
          <w:tcPr>
            <w:tcW w:w="4500" w:type="dxa"/>
          </w:tcPr>
          <w:p w:rsidR="0066332A" w:rsidRPr="009F4C2E" w:rsidRDefault="0066332A" w:rsidP="009F4C2E">
            <w:pPr>
              <w:ind w:left="567"/>
              <w:jc w:val="both"/>
              <w:rPr>
                <w:rFonts w:asciiTheme="minorHAnsi" w:hAnsiTheme="minorHAnsi" w:cs="Arial"/>
                <w:b/>
              </w:rPr>
            </w:pP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Option 2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 xml:space="preserve">From                                 </w:t>
            </w:r>
          </w:p>
          <w:p w:rsidR="0066332A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 xml:space="preserve">To </w:t>
            </w:r>
          </w:p>
          <w:p w:rsidR="0066332A" w:rsidRPr="009F4C2E" w:rsidRDefault="0066332A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9F4C2E" w:rsidRPr="009F4C2E" w:rsidTr="009F4C2E">
        <w:trPr>
          <w:trHeight w:val="11989"/>
        </w:trPr>
        <w:tc>
          <w:tcPr>
            <w:tcW w:w="9000" w:type="dxa"/>
            <w:gridSpan w:val="3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  <w:b/>
              </w:rPr>
              <w:lastRenderedPageBreak/>
              <w:t xml:space="preserve">Please write 500 words explaining: 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Default="009F4C2E" w:rsidP="009F4C2E">
            <w:pPr>
              <w:numPr>
                <w:ilvl w:val="0"/>
                <w:numId w:val="14"/>
              </w:num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Why</w:t>
            </w:r>
            <w:r w:rsidRPr="009F4C2E">
              <w:rPr>
                <w:rFonts w:asciiTheme="minorHAnsi" w:hAnsiTheme="minorHAnsi" w:cs="Arial"/>
              </w:rPr>
              <w:t xml:space="preserve"> you want to </w:t>
            </w:r>
            <w:r>
              <w:rPr>
                <w:rFonts w:asciiTheme="minorHAnsi" w:hAnsiTheme="minorHAnsi" w:cs="Arial"/>
              </w:rPr>
              <w:t>undertake</w:t>
            </w:r>
            <w:r w:rsidRPr="009F4C2E">
              <w:rPr>
                <w:rFonts w:asciiTheme="minorHAnsi" w:hAnsiTheme="minorHAnsi" w:cs="Arial"/>
              </w:rPr>
              <w:t xml:space="preserve"> an elective placement at Guy’s &amp; St. Thomas NHS Foundation Trust</w:t>
            </w:r>
          </w:p>
          <w:p w:rsidR="009F4C2E" w:rsidRPr="009F4C2E" w:rsidRDefault="009F4C2E" w:rsidP="009F4C2E">
            <w:pPr>
              <w:numPr>
                <w:ilvl w:val="0"/>
                <w:numId w:val="14"/>
              </w:num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Y</w:t>
            </w:r>
            <w:r w:rsidRPr="009F4C2E">
              <w:rPr>
                <w:rFonts w:asciiTheme="minorHAnsi" w:hAnsiTheme="minorHAnsi" w:cs="Arial"/>
              </w:rPr>
              <w:t xml:space="preserve">our </w:t>
            </w:r>
            <w:r>
              <w:rPr>
                <w:rFonts w:asciiTheme="minorHAnsi" w:hAnsiTheme="minorHAnsi" w:cs="Arial"/>
              </w:rPr>
              <w:t>areas of specialist interest</w:t>
            </w:r>
            <w:r w:rsidRPr="009F4C2E">
              <w:rPr>
                <w:rFonts w:asciiTheme="minorHAnsi" w:hAnsiTheme="minorHAnsi" w:cs="Arial"/>
              </w:rPr>
              <w:t xml:space="preserve"> and why</w:t>
            </w:r>
            <w:r>
              <w:rPr>
                <w:rFonts w:asciiTheme="minorHAnsi" w:hAnsiTheme="minorHAnsi" w:cs="Arial"/>
              </w:rPr>
              <w:t xml:space="preserve"> these are of interest</w:t>
            </w:r>
          </w:p>
          <w:p w:rsidR="009F4C2E" w:rsidRPr="009F4C2E" w:rsidRDefault="009F4C2E" w:rsidP="009F4C2E">
            <w:pPr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Your career aspirations</w:t>
            </w:r>
            <w:r w:rsidRPr="009F4C2E">
              <w:rPr>
                <w:rFonts w:asciiTheme="minorHAnsi" w:hAnsiTheme="minorHAnsi" w:cs="Arial"/>
              </w:rPr>
              <w:t xml:space="preserve"> and what kind of role you are interested in shadowing</w:t>
            </w:r>
          </w:p>
          <w:p w:rsidR="009F4C2E" w:rsidRPr="009F4C2E" w:rsidRDefault="009F4C2E" w:rsidP="009F4C2E">
            <w:pPr>
              <w:numPr>
                <w:ilvl w:val="0"/>
                <w:numId w:val="13"/>
              </w:num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How this experience will impact on your patient care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ind w:left="60"/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  <w:r w:rsidRPr="009F4C2E">
        <w:rPr>
          <w:rFonts w:asciiTheme="minorHAnsi" w:hAnsiTheme="minorHAnsi" w:cs="Arial"/>
        </w:rPr>
        <w:t>I ______________________ hereby confirm that the information provided in this application is correct to the best of my knowledge</w:t>
      </w: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  <w:r w:rsidRPr="009F4C2E">
        <w:rPr>
          <w:rFonts w:asciiTheme="minorHAnsi" w:hAnsiTheme="minorHAnsi" w:cs="Arial"/>
        </w:rPr>
        <w:t>Signature _____________</w:t>
      </w:r>
      <w:r>
        <w:rPr>
          <w:rFonts w:asciiTheme="minorHAnsi" w:hAnsiTheme="minorHAnsi" w:cs="Arial"/>
        </w:rPr>
        <w:t xml:space="preserve">_____________________        </w:t>
      </w:r>
      <w:r w:rsidRPr="009F4C2E">
        <w:rPr>
          <w:rFonts w:asciiTheme="minorHAnsi" w:hAnsiTheme="minorHAnsi" w:cs="Arial"/>
        </w:rPr>
        <w:t>Date_________________________</w:t>
      </w:r>
    </w:p>
    <w:p w:rsidR="009F4C2E" w:rsidRPr="009F4C2E" w:rsidRDefault="009F4C2E" w:rsidP="009F4C2E">
      <w:pPr>
        <w:jc w:val="both"/>
        <w:rPr>
          <w:rFonts w:asciiTheme="minorHAnsi" w:hAnsiTheme="minorHAnsi" w:cs="Arial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9F4C2E" w:rsidRPr="009F4C2E" w:rsidTr="009F4C2E">
        <w:trPr>
          <w:trHeight w:val="3043"/>
        </w:trPr>
        <w:tc>
          <w:tcPr>
            <w:tcW w:w="9000" w:type="dxa"/>
          </w:tcPr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Please note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We consider all requests for elective placements but can only offer a placement if we have the capacity to do so.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All students will be required to complete occupational health clearance and produc</w:t>
            </w:r>
            <w:r>
              <w:rPr>
                <w:rFonts w:asciiTheme="minorHAnsi" w:hAnsiTheme="minorHAnsi" w:cs="Arial"/>
              </w:rPr>
              <w:t>e a satisfactory DBS</w:t>
            </w:r>
            <w:r w:rsidRPr="009F4C2E">
              <w:rPr>
                <w:rFonts w:asciiTheme="minorHAnsi" w:hAnsiTheme="minorHAnsi" w:cs="Arial"/>
              </w:rPr>
              <w:t xml:space="preserve"> disclosure from their host university. A reference will be requested from your personal tutor. 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Please return this application form via email  to: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1F0621" w:rsidP="009F4C2E">
            <w:pPr>
              <w:jc w:val="both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electives</w:t>
            </w:r>
            <w:r w:rsidR="009F4C2E" w:rsidRPr="009F4C2E">
              <w:rPr>
                <w:rFonts w:asciiTheme="minorHAnsi" w:hAnsiTheme="minorHAnsi" w:cs="Arial"/>
                <w:b/>
              </w:rPr>
              <w:t>@gstt.nhs.uk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  <w:r w:rsidRPr="009F4C2E">
              <w:rPr>
                <w:rFonts w:asciiTheme="minorHAnsi" w:hAnsiTheme="minorHAnsi" w:cs="Arial"/>
                <w:b/>
              </w:rPr>
              <w:t>Please allow three weeks after the closing date for a response to your application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Successful applicants are welcome to apply for hospital accommodation however places are limited and hospital staff are prioritised.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If you would like to make an enquiry about cost and availability please contact the accommodation office.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r w:rsidRPr="009F4C2E">
              <w:rPr>
                <w:rFonts w:asciiTheme="minorHAnsi" w:hAnsiTheme="minorHAnsi" w:cs="Arial"/>
              </w:rPr>
              <w:t>Guy’s Site: 0207 188 0440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</w:rPr>
            </w:pPr>
            <w:proofErr w:type="spellStart"/>
            <w:r w:rsidRPr="009F4C2E">
              <w:rPr>
                <w:rFonts w:asciiTheme="minorHAnsi" w:hAnsiTheme="minorHAnsi" w:cs="Arial"/>
              </w:rPr>
              <w:t>St.Thomas</w:t>
            </w:r>
            <w:proofErr w:type="spellEnd"/>
            <w:r w:rsidRPr="009F4C2E">
              <w:rPr>
                <w:rFonts w:asciiTheme="minorHAnsi" w:hAnsiTheme="minorHAnsi" w:cs="Arial"/>
              </w:rPr>
              <w:t>’ Site: 0207 188 0276</w:t>
            </w:r>
          </w:p>
          <w:p w:rsidR="009F4C2E" w:rsidRPr="009F4C2E" w:rsidRDefault="009F4C2E" w:rsidP="009F4C2E">
            <w:pPr>
              <w:jc w:val="both"/>
              <w:rPr>
                <w:rFonts w:asciiTheme="minorHAnsi" w:hAnsiTheme="minorHAnsi" w:cs="Arial"/>
                <w:b/>
              </w:rPr>
            </w:pPr>
          </w:p>
        </w:tc>
      </w:tr>
    </w:tbl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9F4C2E" w:rsidRPr="009F4C2E" w:rsidRDefault="009F4C2E" w:rsidP="009F4C2E">
      <w:pPr>
        <w:jc w:val="both"/>
        <w:rPr>
          <w:rFonts w:asciiTheme="minorHAnsi" w:hAnsiTheme="minorHAnsi"/>
        </w:rPr>
      </w:pPr>
    </w:p>
    <w:p w:rsidR="00D97E41" w:rsidRPr="009F4C2E" w:rsidRDefault="00D97E41" w:rsidP="009F4C2E">
      <w:pPr>
        <w:jc w:val="both"/>
        <w:rPr>
          <w:rFonts w:asciiTheme="minorHAnsi" w:hAnsiTheme="minorHAnsi" w:cs="Arial"/>
        </w:rPr>
      </w:pPr>
    </w:p>
    <w:p w:rsidR="00D97E41" w:rsidRPr="009F4C2E" w:rsidRDefault="00D97E41" w:rsidP="009F4C2E">
      <w:pPr>
        <w:jc w:val="both"/>
        <w:rPr>
          <w:rFonts w:asciiTheme="minorHAnsi" w:hAnsiTheme="minorHAnsi" w:cs="Arial"/>
        </w:rPr>
      </w:pPr>
    </w:p>
    <w:p w:rsidR="00D97E41" w:rsidRPr="009F4C2E" w:rsidRDefault="00D97E41" w:rsidP="009F4C2E">
      <w:pPr>
        <w:jc w:val="both"/>
        <w:rPr>
          <w:rFonts w:asciiTheme="minorHAnsi" w:hAnsiTheme="minorHAnsi" w:cs="Arial"/>
        </w:rPr>
      </w:pPr>
    </w:p>
    <w:p w:rsidR="00D97E41" w:rsidRPr="009F4C2E" w:rsidRDefault="00D97E41" w:rsidP="009F4C2E">
      <w:pPr>
        <w:ind w:right="505"/>
        <w:jc w:val="both"/>
        <w:rPr>
          <w:rFonts w:asciiTheme="minorHAnsi" w:hAnsiTheme="minorHAnsi" w:cs="Arial"/>
        </w:rPr>
      </w:pPr>
    </w:p>
    <w:sectPr w:rsidR="00D97E41" w:rsidRPr="009F4C2E" w:rsidSect="009F4C2E">
      <w:headerReference w:type="default" r:id="rId7"/>
      <w:headerReference w:type="first" r:id="rId8"/>
      <w:pgSz w:w="11906" w:h="16838" w:code="9"/>
      <w:pgMar w:top="1440" w:right="1440" w:bottom="1440" w:left="1440" w:header="76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C2E" w:rsidRDefault="009F4C2E">
      <w:r>
        <w:separator/>
      </w:r>
    </w:p>
  </w:endnote>
  <w:endnote w:type="continuationSeparator" w:id="0">
    <w:p w:rsidR="009F4C2E" w:rsidRDefault="009F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C2E" w:rsidRDefault="009F4C2E">
      <w:r>
        <w:separator/>
      </w:r>
    </w:p>
  </w:footnote>
  <w:footnote w:type="continuationSeparator" w:id="0">
    <w:p w:rsidR="009F4C2E" w:rsidRDefault="009F4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96B" w:rsidRDefault="0005496B">
    <w:pPr>
      <w:ind w:right="35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96B" w:rsidRDefault="009F4C2E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3368040</wp:posOffset>
          </wp:positionH>
          <wp:positionV relativeFrom="paragraph">
            <wp:posOffset>-483235</wp:posOffset>
          </wp:positionV>
          <wp:extent cx="3009900" cy="1514475"/>
          <wp:effectExtent l="0" t="0" r="0" b="9525"/>
          <wp:wrapTight wrapText="bothSides">
            <wp:wrapPolygon edited="0">
              <wp:start x="0" y="0"/>
              <wp:lineTo x="0" y="21464"/>
              <wp:lineTo x="21463" y="21464"/>
              <wp:lineTo x="21463" y="0"/>
              <wp:lineTo x="0" y="0"/>
            </wp:wrapPolygon>
          </wp:wrapTight>
          <wp:docPr id="5" name="Picture 5" descr="A4 Guy's and St Thomas' RGB 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4 Guy's and St Thomas' RGB 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900" cy="151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E074C"/>
    <w:multiLevelType w:val="singleLevel"/>
    <w:tmpl w:val="CF08DC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BC7C4E"/>
    <w:multiLevelType w:val="hybridMultilevel"/>
    <w:tmpl w:val="8F82133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962232"/>
    <w:multiLevelType w:val="hybridMultilevel"/>
    <w:tmpl w:val="D5AA9A8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93028"/>
    <w:multiLevelType w:val="hybridMultilevel"/>
    <w:tmpl w:val="B7A83512"/>
    <w:lvl w:ilvl="0" w:tplc="FFFFFFFF">
      <w:start w:val="13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3B2E5B"/>
    <w:multiLevelType w:val="hybridMultilevel"/>
    <w:tmpl w:val="656A01FA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F3128"/>
    <w:multiLevelType w:val="hybridMultilevel"/>
    <w:tmpl w:val="519E6D68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860D5B"/>
    <w:multiLevelType w:val="hybridMultilevel"/>
    <w:tmpl w:val="1040BB4A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840D24"/>
    <w:multiLevelType w:val="hybridMultilevel"/>
    <w:tmpl w:val="3BB26642"/>
    <w:lvl w:ilvl="0" w:tplc="E9BA48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E258B"/>
    <w:multiLevelType w:val="hybridMultilevel"/>
    <w:tmpl w:val="DEC6E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743C9"/>
    <w:multiLevelType w:val="hybridMultilevel"/>
    <w:tmpl w:val="5F6055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600AF"/>
    <w:multiLevelType w:val="hybridMultilevel"/>
    <w:tmpl w:val="C19023CA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D33AE2"/>
    <w:multiLevelType w:val="hybridMultilevel"/>
    <w:tmpl w:val="6C3A5286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D079A0"/>
    <w:multiLevelType w:val="singleLevel"/>
    <w:tmpl w:val="FCBA3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F5D78FF"/>
    <w:multiLevelType w:val="hybridMultilevel"/>
    <w:tmpl w:val="55007442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4"/>
  </w:num>
  <w:num w:numId="5">
    <w:abstractNumId w:val="2"/>
  </w:num>
  <w:num w:numId="6">
    <w:abstractNumId w:val="6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9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2E"/>
    <w:rsid w:val="0005496B"/>
    <w:rsid w:val="001F0621"/>
    <w:rsid w:val="002E5220"/>
    <w:rsid w:val="00425CC1"/>
    <w:rsid w:val="00471275"/>
    <w:rsid w:val="004F3C19"/>
    <w:rsid w:val="0066332A"/>
    <w:rsid w:val="006F15BA"/>
    <w:rsid w:val="007355D3"/>
    <w:rsid w:val="007E2E41"/>
    <w:rsid w:val="00811A45"/>
    <w:rsid w:val="008775F3"/>
    <w:rsid w:val="009A1563"/>
    <w:rsid w:val="009E10CA"/>
    <w:rsid w:val="009E245D"/>
    <w:rsid w:val="009F4C2E"/>
    <w:rsid w:val="00A678E2"/>
    <w:rsid w:val="00B206EA"/>
    <w:rsid w:val="00D97E41"/>
    <w:rsid w:val="00DD223A"/>
    <w:rsid w:val="00EC0193"/>
    <w:rsid w:val="00F317C9"/>
    <w:rsid w:val="00FD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B8E9D7C-660C-4086-8381-6C815B0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C2E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sz w:val="28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Pr>
      <w:rFonts w:ascii="Arial" w:hAnsi="Arial" w:cs="Arial"/>
    </w:rPr>
  </w:style>
  <w:style w:type="paragraph" w:styleId="BodyText">
    <w:name w:val="Body Text"/>
    <w:basedOn w:val="Normal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brown\Downloads\a4-standard-page-blu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a4-standard-page-blue (1)</Template>
  <TotalTime>10</TotalTime>
  <Pages>3</Pages>
  <Words>286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Media Policy</vt:lpstr>
    </vt:vector>
  </TitlesOfParts>
  <Company>Andrew Younger &amp; Associates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Media Policy</dc:title>
  <dc:subject/>
  <dc:creator>Rachel Brown</dc:creator>
  <cp:keywords/>
  <dc:description/>
  <cp:lastModifiedBy>Sivanesan Ruth</cp:lastModifiedBy>
  <cp:revision>3</cp:revision>
  <cp:lastPrinted>2002-05-27T17:23:00Z</cp:lastPrinted>
  <dcterms:created xsi:type="dcterms:W3CDTF">2017-07-21T13:04:00Z</dcterms:created>
  <dcterms:modified xsi:type="dcterms:W3CDTF">2017-07-31T09:17:00Z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