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0"/>
        <w:gridCol w:w="1634"/>
        <w:gridCol w:w="917"/>
        <w:gridCol w:w="890"/>
        <w:gridCol w:w="811"/>
        <w:gridCol w:w="996"/>
        <w:gridCol w:w="1807"/>
      </w:tblGrid>
      <w:tr w:rsidR="007A146A" w:rsidRPr="0082000A" w:rsidTr="0082000A">
        <w:tc>
          <w:tcPr>
            <w:tcW w:w="9035" w:type="dxa"/>
            <w:gridSpan w:val="7"/>
          </w:tcPr>
          <w:p w:rsidR="007A146A" w:rsidRPr="0082000A" w:rsidRDefault="007A146A" w:rsidP="0082000A">
            <w:pPr>
              <w:jc w:val="center"/>
              <w:rPr>
                <w:rFonts w:ascii="Arial Rounded MT Bold" w:hAnsi="Arial Rounded MT Bold"/>
                <w:sz w:val="40"/>
                <w:szCs w:val="40"/>
              </w:rPr>
            </w:pPr>
            <w:r w:rsidRPr="0082000A">
              <w:rPr>
                <w:rFonts w:ascii="Arial Rounded MT Bold" w:hAnsi="Arial Rounded MT Bold"/>
                <w:sz w:val="40"/>
                <w:szCs w:val="40"/>
              </w:rPr>
              <w:t xml:space="preserve">NHS Specialised AAC Service Equipment Request Report </w:t>
            </w:r>
          </w:p>
          <w:p w:rsidR="007A146A" w:rsidRPr="0082000A" w:rsidRDefault="007A146A" w:rsidP="00450CD0">
            <w:r w:rsidRPr="0082000A">
              <w:t>This report template can be used as a framework to request AAC equipment from the NHS Specialised AAC Service.</w:t>
            </w:r>
          </w:p>
          <w:p w:rsidR="007A146A" w:rsidRPr="0082000A" w:rsidRDefault="007A146A">
            <w:r w:rsidRPr="0082000A">
              <w:rPr>
                <w:color w:val="FF0000"/>
              </w:rPr>
              <w:t>Please note that if the AAC equipment you are requesting requires wheelchair mounting then a referral for a specialist assessment by the NHS Specialised AAC Service will be required. If this is the case, please complete a referral form.</w:t>
            </w:r>
          </w:p>
        </w:tc>
      </w:tr>
      <w:tr w:rsidR="007A146A" w:rsidRPr="0082000A" w:rsidTr="0082000A">
        <w:tc>
          <w:tcPr>
            <w:tcW w:w="9035" w:type="dxa"/>
            <w:gridSpan w:val="7"/>
          </w:tcPr>
          <w:p w:rsidR="007A146A" w:rsidRPr="0082000A" w:rsidRDefault="007A146A" w:rsidP="003D72B0">
            <w:pPr>
              <w:rPr>
                <w:rFonts w:ascii="Arial Rounded MT Bold" w:hAnsi="Arial Rounded MT Bold"/>
                <w:sz w:val="40"/>
                <w:szCs w:val="40"/>
              </w:rPr>
            </w:pPr>
            <w:r w:rsidRPr="0082000A">
              <w:rPr>
                <w:b/>
              </w:rPr>
              <w:t>SECTION 1: CONTACT DETAILS</w:t>
            </w:r>
          </w:p>
        </w:tc>
      </w:tr>
      <w:tr w:rsidR="007A146A" w:rsidRPr="0082000A" w:rsidTr="0082000A">
        <w:tc>
          <w:tcPr>
            <w:tcW w:w="9035" w:type="dxa"/>
            <w:gridSpan w:val="7"/>
          </w:tcPr>
          <w:p w:rsidR="007A146A" w:rsidRPr="0082000A" w:rsidRDefault="007A146A" w:rsidP="002A5C1F">
            <w:r w:rsidRPr="0082000A">
              <w:rPr>
                <w:b/>
              </w:rPr>
              <w:t>1.1 Date of report</w:t>
            </w:r>
            <w:r w:rsidRPr="0082000A">
              <w:t xml:space="preserve">:  </w:t>
            </w:r>
            <w:r w:rsidRPr="0082000A">
              <w:rPr>
                <w:rStyle w:val="PlaceholderText"/>
              </w:rPr>
              <w:t>Click here to enter a date.</w:t>
            </w:r>
          </w:p>
        </w:tc>
      </w:tr>
      <w:tr w:rsidR="007A146A" w:rsidRPr="0082000A" w:rsidTr="0082000A">
        <w:tc>
          <w:tcPr>
            <w:tcW w:w="4531" w:type="dxa"/>
            <w:gridSpan w:val="3"/>
          </w:tcPr>
          <w:p w:rsidR="007A146A" w:rsidRPr="0082000A" w:rsidRDefault="007A146A" w:rsidP="000436DD">
            <w:pPr>
              <w:rPr>
                <w:color w:val="808080"/>
              </w:rPr>
            </w:pPr>
            <w:r w:rsidRPr="0082000A">
              <w:rPr>
                <w:b/>
              </w:rPr>
              <w:t xml:space="preserve">1.2 Patient name:  </w:t>
            </w:r>
            <w:r w:rsidRPr="0082000A">
              <w:rPr>
                <w:color w:val="808080"/>
              </w:rPr>
              <w:t>Click here to enter name</w:t>
            </w:r>
          </w:p>
          <w:p w:rsidR="007A146A" w:rsidRPr="0082000A" w:rsidRDefault="007A146A" w:rsidP="000436DD">
            <w:pPr>
              <w:rPr>
                <w:b/>
              </w:rPr>
            </w:pPr>
          </w:p>
        </w:tc>
        <w:tc>
          <w:tcPr>
            <w:tcW w:w="4504" w:type="dxa"/>
            <w:gridSpan w:val="4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 xml:space="preserve">1.13 Assessor Name:  </w:t>
            </w:r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c>
          <w:tcPr>
            <w:tcW w:w="4531" w:type="dxa"/>
            <w:gridSpan w:val="3"/>
          </w:tcPr>
          <w:p w:rsidR="007A146A" w:rsidRPr="0082000A" w:rsidRDefault="007A146A" w:rsidP="00D869B2">
            <w:r w:rsidRPr="0082000A">
              <w:rPr>
                <w:b/>
              </w:rPr>
              <w:t xml:space="preserve">1.3 Date of birth:  </w:t>
            </w:r>
            <w:r w:rsidRPr="0082000A">
              <w:rPr>
                <w:rStyle w:val="PlaceholderText"/>
              </w:rPr>
              <w:t>Click here to enter text.</w:t>
            </w:r>
          </w:p>
          <w:p w:rsidR="007A146A" w:rsidRPr="0082000A" w:rsidRDefault="007A146A" w:rsidP="00D869B2">
            <w:pPr>
              <w:rPr>
                <w:b/>
              </w:rPr>
            </w:pPr>
          </w:p>
        </w:tc>
        <w:tc>
          <w:tcPr>
            <w:tcW w:w="4504" w:type="dxa"/>
            <w:gridSpan w:val="4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 xml:space="preserve">1.14 Profession:  </w:t>
            </w:r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c>
          <w:tcPr>
            <w:tcW w:w="4531" w:type="dxa"/>
            <w:gridSpan w:val="3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>1.4 Home address:</w:t>
            </w:r>
          </w:p>
          <w:p w:rsidR="007A146A" w:rsidRPr="0082000A" w:rsidRDefault="007A146A">
            <w:r w:rsidRPr="0082000A">
              <w:rPr>
                <w:rStyle w:val="PlaceholderText"/>
              </w:rPr>
              <w:t>Click here to enter text.</w:t>
            </w:r>
          </w:p>
          <w:p w:rsidR="007A146A" w:rsidRPr="0082000A" w:rsidRDefault="007A146A"/>
          <w:p w:rsidR="007A146A" w:rsidRPr="0082000A" w:rsidRDefault="007A146A"/>
          <w:p w:rsidR="007A146A" w:rsidRPr="0082000A" w:rsidRDefault="007A146A"/>
        </w:tc>
        <w:tc>
          <w:tcPr>
            <w:tcW w:w="4504" w:type="dxa"/>
            <w:gridSpan w:val="4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>1.15 Address:</w:t>
            </w:r>
          </w:p>
          <w:p w:rsidR="007A146A" w:rsidRPr="0082000A" w:rsidRDefault="007A146A">
            <w:pPr>
              <w:rPr>
                <w:b/>
              </w:rPr>
            </w:pPr>
            <w:r w:rsidRPr="0082000A">
              <w:rPr>
                <w:rStyle w:val="PlaceholderText"/>
              </w:rPr>
              <w:t>Click here to enter text.</w:t>
            </w:r>
          </w:p>
          <w:p w:rsidR="007A146A" w:rsidRPr="0082000A" w:rsidRDefault="007A146A" w:rsidP="00E16B2A"/>
        </w:tc>
      </w:tr>
      <w:tr w:rsidR="007A146A" w:rsidRPr="0082000A" w:rsidTr="0082000A">
        <w:tc>
          <w:tcPr>
            <w:tcW w:w="4531" w:type="dxa"/>
            <w:gridSpan w:val="3"/>
          </w:tcPr>
          <w:p w:rsidR="007A146A" w:rsidRPr="0082000A" w:rsidRDefault="007A146A">
            <w:r w:rsidRPr="0082000A">
              <w:rPr>
                <w:b/>
              </w:rPr>
              <w:t xml:space="preserve">1.5 Postcode:  </w:t>
            </w:r>
            <w:r w:rsidRPr="0082000A">
              <w:rPr>
                <w:rStyle w:val="PlaceholderText"/>
              </w:rPr>
              <w:t>Click here to enter text.</w:t>
            </w:r>
          </w:p>
          <w:p w:rsidR="007A146A" w:rsidRPr="0082000A" w:rsidRDefault="007A146A">
            <w:pPr>
              <w:rPr>
                <w:b/>
              </w:rPr>
            </w:pPr>
          </w:p>
        </w:tc>
        <w:tc>
          <w:tcPr>
            <w:tcW w:w="4504" w:type="dxa"/>
            <w:gridSpan w:val="4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 xml:space="preserve">1.16 Tel No:  </w:t>
            </w:r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c>
          <w:tcPr>
            <w:tcW w:w="4531" w:type="dxa"/>
            <w:gridSpan w:val="3"/>
          </w:tcPr>
          <w:p w:rsidR="007A146A" w:rsidRPr="0082000A" w:rsidRDefault="007A146A" w:rsidP="007C3740">
            <w:r w:rsidRPr="0082000A">
              <w:rPr>
                <w:b/>
              </w:rPr>
              <w:t xml:space="preserve">1.6 Tel No:  </w:t>
            </w:r>
            <w:r w:rsidRPr="0082000A">
              <w:rPr>
                <w:rStyle w:val="PlaceholderText"/>
              </w:rPr>
              <w:t>Click here to enter text.</w:t>
            </w:r>
          </w:p>
          <w:p w:rsidR="007A146A" w:rsidRPr="0082000A" w:rsidRDefault="007A146A" w:rsidP="007C3740">
            <w:pPr>
              <w:rPr>
                <w:b/>
              </w:rPr>
            </w:pPr>
          </w:p>
        </w:tc>
        <w:tc>
          <w:tcPr>
            <w:tcW w:w="4504" w:type="dxa"/>
            <w:gridSpan w:val="4"/>
          </w:tcPr>
          <w:p w:rsidR="007A146A" w:rsidRPr="0082000A" w:rsidRDefault="007A146A" w:rsidP="007C3740">
            <w:pPr>
              <w:rPr>
                <w:b/>
              </w:rPr>
            </w:pPr>
            <w:r w:rsidRPr="0082000A">
              <w:rPr>
                <w:b/>
              </w:rPr>
              <w:t xml:space="preserve">1.17 Email:  </w:t>
            </w:r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c>
          <w:tcPr>
            <w:tcW w:w="4531" w:type="dxa"/>
            <w:gridSpan w:val="3"/>
          </w:tcPr>
          <w:p w:rsidR="007A146A" w:rsidRPr="0082000A" w:rsidRDefault="007A146A" w:rsidP="00B640CB">
            <w:r w:rsidRPr="0082000A">
              <w:rPr>
                <w:b/>
              </w:rPr>
              <w:t xml:space="preserve">1.7 Email:  </w:t>
            </w:r>
            <w:r w:rsidRPr="0082000A">
              <w:rPr>
                <w:rStyle w:val="PlaceholderText"/>
              </w:rPr>
              <w:t>Click here to enter text.</w:t>
            </w:r>
          </w:p>
          <w:p w:rsidR="007A146A" w:rsidRPr="0082000A" w:rsidRDefault="007A146A" w:rsidP="00E16B2A"/>
        </w:tc>
        <w:tc>
          <w:tcPr>
            <w:tcW w:w="4504" w:type="dxa"/>
            <w:gridSpan w:val="4"/>
          </w:tcPr>
          <w:p w:rsidR="007A146A" w:rsidRPr="0082000A" w:rsidRDefault="007A146A" w:rsidP="0082000A">
            <w:pPr>
              <w:jc w:val="center"/>
              <w:rPr>
                <w:b/>
              </w:rPr>
            </w:pPr>
            <w:r w:rsidRPr="0082000A">
              <w:rPr>
                <w:b/>
              </w:rPr>
              <w:t>SECTION 2: SUPPORT TEAM DETAILS</w:t>
            </w:r>
          </w:p>
        </w:tc>
      </w:tr>
      <w:tr w:rsidR="007A146A" w:rsidRPr="0082000A" w:rsidTr="0082000A">
        <w:trPr>
          <w:trHeight w:val="315"/>
        </w:trPr>
        <w:tc>
          <w:tcPr>
            <w:tcW w:w="4531" w:type="dxa"/>
            <w:gridSpan w:val="3"/>
          </w:tcPr>
          <w:p w:rsidR="007A146A" w:rsidRPr="0082000A" w:rsidRDefault="007A146A" w:rsidP="004F4C92">
            <w:pPr>
              <w:rPr>
                <w:b/>
              </w:rPr>
            </w:pPr>
            <w:r w:rsidRPr="0082000A">
              <w:rPr>
                <w:b/>
              </w:rPr>
              <w:t xml:space="preserve">1.8 NHS number: </w:t>
            </w:r>
            <w:r w:rsidRPr="0082000A">
              <w:rPr>
                <w:rStyle w:val="PlaceholderText"/>
              </w:rPr>
              <w:t>Click here to enter text.</w:t>
            </w:r>
          </w:p>
          <w:p w:rsidR="007A146A" w:rsidRPr="0082000A" w:rsidRDefault="007A146A" w:rsidP="004F4C92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>2.1 Details of environment/s:</w:t>
            </w:r>
          </w:p>
        </w:tc>
        <w:tc>
          <w:tcPr>
            <w:tcW w:w="2803" w:type="dxa"/>
            <w:gridSpan w:val="2"/>
            <w:vMerge w:val="restart"/>
          </w:tcPr>
          <w:p w:rsidR="007A146A" w:rsidRPr="0082000A" w:rsidRDefault="007A146A" w:rsidP="00E16B2A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315"/>
        </w:trPr>
        <w:tc>
          <w:tcPr>
            <w:tcW w:w="4531" w:type="dxa"/>
            <w:gridSpan w:val="3"/>
          </w:tcPr>
          <w:p w:rsidR="007A146A" w:rsidRPr="0082000A" w:rsidRDefault="007A146A" w:rsidP="00E523D0">
            <w:pPr>
              <w:rPr>
                <w:b/>
              </w:rPr>
            </w:pPr>
            <w:r w:rsidRPr="0082000A">
              <w:rPr>
                <w:b/>
              </w:rPr>
              <w:t xml:space="preserve">1.9 Ethnicity:   </w:t>
            </w:r>
            <w:r w:rsidRPr="0082000A">
              <w:rPr>
                <w:rStyle w:val="PlaceholderText"/>
              </w:rPr>
              <w:t>Choose an item.</w:t>
            </w:r>
          </w:p>
          <w:p w:rsidR="007A146A" w:rsidRPr="0082000A" w:rsidRDefault="007A146A" w:rsidP="00CC3227">
            <w:pPr>
              <w:rPr>
                <w:b/>
              </w:rPr>
            </w:pPr>
            <w:r w:rsidRPr="0082000A">
              <w:rPr>
                <w:b/>
              </w:rPr>
              <w:t xml:space="preserve">  </w:t>
            </w:r>
          </w:p>
        </w:tc>
        <w:tc>
          <w:tcPr>
            <w:tcW w:w="1701" w:type="dxa"/>
            <w:gridSpan w:val="2"/>
            <w:vMerge/>
          </w:tcPr>
          <w:p w:rsidR="007A146A" w:rsidRPr="0082000A" w:rsidRDefault="007A146A">
            <w:pPr>
              <w:rPr>
                <w:b/>
              </w:rPr>
            </w:pPr>
          </w:p>
        </w:tc>
        <w:tc>
          <w:tcPr>
            <w:tcW w:w="2803" w:type="dxa"/>
            <w:gridSpan w:val="2"/>
            <w:vMerge/>
          </w:tcPr>
          <w:p w:rsidR="007A146A" w:rsidRPr="0082000A" w:rsidRDefault="007A146A" w:rsidP="00044BE1"/>
        </w:tc>
      </w:tr>
      <w:tr w:rsidR="007A146A" w:rsidRPr="0082000A" w:rsidTr="0082000A">
        <w:tc>
          <w:tcPr>
            <w:tcW w:w="4531" w:type="dxa"/>
            <w:gridSpan w:val="3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>1.10 GP Name:</w:t>
            </w:r>
          </w:p>
          <w:p w:rsidR="007A146A" w:rsidRPr="0082000A" w:rsidRDefault="007A146A" w:rsidP="00044BE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701" w:type="dxa"/>
            <w:gridSpan w:val="2"/>
          </w:tcPr>
          <w:p w:rsidR="007A146A" w:rsidRPr="0082000A" w:rsidRDefault="007A146A" w:rsidP="00B7229E">
            <w:pPr>
              <w:rPr>
                <w:b/>
              </w:rPr>
            </w:pPr>
            <w:r w:rsidRPr="0082000A">
              <w:rPr>
                <w:b/>
              </w:rPr>
              <w:t>2.2 Name of contact person:</w:t>
            </w:r>
          </w:p>
        </w:tc>
        <w:tc>
          <w:tcPr>
            <w:tcW w:w="2803" w:type="dxa"/>
            <w:gridSpan w:val="2"/>
          </w:tcPr>
          <w:p w:rsidR="007A146A" w:rsidRPr="0082000A" w:rsidRDefault="007A146A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615"/>
        </w:trPr>
        <w:tc>
          <w:tcPr>
            <w:tcW w:w="1980" w:type="dxa"/>
            <w:vMerge w:val="restart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>1.11 GP Address:</w:t>
            </w:r>
          </w:p>
        </w:tc>
        <w:tc>
          <w:tcPr>
            <w:tcW w:w="2551" w:type="dxa"/>
            <w:gridSpan w:val="2"/>
            <w:vMerge w:val="restart"/>
          </w:tcPr>
          <w:p w:rsidR="007A146A" w:rsidRPr="0082000A" w:rsidRDefault="007A146A">
            <w:r w:rsidRPr="0082000A">
              <w:rPr>
                <w:rStyle w:val="PlaceholderText"/>
              </w:rPr>
              <w:t>Click here to enter text.</w:t>
            </w:r>
          </w:p>
          <w:p w:rsidR="007A146A" w:rsidRPr="0082000A" w:rsidRDefault="007A146A"/>
          <w:p w:rsidR="007A146A" w:rsidRPr="0082000A" w:rsidRDefault="007A146A"/>
          <w:p w:rsidR="007A146A" w:rsidRPr="0082000A" w:rsidRDefault="007A146A"/>
        </w:tc>
        <w:tc>
          <w:tcPr>
            <w:tcW w:w="1701" w:type="dxa"/>
            <w:gridSpan w:val="2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>2.3 Tel No:</w:t>
            </w:r>
          </w:p>
        </w:tc>
        <w:tc>
          <w:tcPr>
            <w:tcW w:w="2803" w:type="dxa"/>
            <w:gridSpan w:val="2"/>
          </w:tcPr>
          <w:p w:rsidR="007A146A" w:rsidRPr="0082000A" w:rsidRDefault="007A146A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615"/>
        </w:trPr>
        <w:tc>
          <w:tcPr>
            <w:tcW w:w="1980" w:type="dxa"/>
            <w:vMerge/>
          </w:tcPr>
          <w:p w:rsidR="007A146A" w:rsidRPr="0082000A" w:rsidRDefault="007A146A"/>
        </w:tc>
        <w:tc>
          <w:tcPr>
            <w:tcW w:w="2551" w:type="dxa"/>
            <w:gridSpan w:val="2"/>
            <w:vMerge/>
          </w:tcPr>
          <w:p w:rsidR="007A146A" w:rsidRPr="0082000A" w:rsidRDefault="007A146A"/>
        </w:tc>
        <w:tc>
          <w:tcPr>
            <w:tcW w:w="1701" w:type="dxa"/>
            <w:gridSpan w:val="2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>2.4 Email:</w:t>
            </w:r>
          </w:p>
        </w:tc>
        <w:tc>
          <w:tcPr>
            <w:tcW w:w="2803" w:type="dxa"/>
            <w:gridSpan w:val="2"/>
          </w:tcPr>
          <w:p w:rsidR="007A146A" w:rsidRPr="0082000A" w:rsidRDefault="007A146A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c>
          <w:tcPr>
            <w:tcW w:w="1980" w:type="dxa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>1.12 Patient Diagnosis:</w:t>
            </w:r>
          </w:p>
        </w:tc>
        <w:tc>
          <w:tcPr>
            <w:tcW w:w="2551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701" w:type="dxa"/>
            <w:gridSpan w:val="2"/>
          </w:tcPr>
          <w:p w:rsidR="007A146A" w:rsidRPr="0082000A" w:rsidRDefault="007A146A">
            <w:pPr>
              <w:rPr>
                <w:b/>
              </w:rPr>
            </w:pPr>
            <w:r w:rsidRPr="0082000A">
              <w:rPr>
                <w:b/>
              </w:rPr>
              <w:t>2.5 Details of local AAC service</w:t>
            </w:r>
          </w:p>
        </w:tc>
        <w:tc>
          <w:tcPr>
            <w:tcW w:w="2803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c>
          <w:tcPr>
            <w:tcW w:w="9035" w:type="dxa"/>
            <w:gridSpan w:val="7"/>
          </w:tcPr>
          <w:p w:rsidR="007A146A" w:rsidRPr="0082000A" w:rsidRDefault="007A146A" w:rsidP="003F4514">
            <w:pPr>
              <w:rPr>
                <w:b/>
              </w:rPr>
            </w:pPr>
            <w:r w:rsidRPr="0082000A">
              <w:rPr>
                <w:b/>
              </w:rPr>
              <w:t>2.6 OTHER PROFESSIONALS INVOLVED</w:t>
            </w:r>
          </w:p>
        </w:tc>
      </w:tr>
      <w:tr w:rsidR="007A146A" w:rsidRPr="0082000A" w:rsidTr="0082000A">
        <w:trPr>
          <w:trHeight w:val="315"/>
        </w:trPr>
        <w:tc>
          <w:tcPr>
            <w:tcW w:w="1980" w:type="dxa"/>
          </w:tcPr>
          <w:p w:rsidR="007A146A" w:rsidRPr="0082000A" w:rsidRDefault="007A146A" w:rsidP="0082000A">
            <w:pPr>
              <w:jc w:val="center"/>
              <w:rPr>
                <w:b/>
              </w:rPr>
            </w:pPr>
            <w:r w:rsidRPr="0082000A">
              <w:rPr>
                <w:b/>
              </w:rPr>
              <w:t>NAME</w:t>
            </w:r>
          </w:p>
        </w:tc>
        <w:tc>
          <w:tcPr>
            <w:tcW w:w="1634" w:type="dxa"/>
          </w:tcPr>
          <w:p w:rsidR="007A146A" w:rsidRPr="0082000A" w:rsidRDefault="007A146A" w:rsidP="0082000A">
            <w:pPr>
              <w:jc w:val="center"/>
              <w:rPr>
                <w:b/>
              </w:rPr>
            </w:pPr>
            <w:r w:rsidRPr="0082000A">
              <w:rPr>
                <w:b/>
              </w:rPr>
              <w:t>PROFESSION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82000A">
            <w:pPr>
              <w:jc w:val="center"/>
              <w:rPr>
                <w:b/>
              </w:rPr>
            </w:pPr>
            <w:r w:rsidRPr="0082000A">
              <w:rPr>
                <w:b/>
              </w:rPr>
              <w:t>ADDRESS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82000A">
            <w:pPr>
              <w:jc w:val="center"/>
              <w:rPr>
                <w:b/>
              </w:rPr>
            </w:pPr>
            <w:r w:rsidRPr="0082000A">
              <w:rPr>
                <w:b/>
              </w:rPr>
              <w:t>TEL NO</w:t>
            </w:r>
          </w:p>
        </w:tc>
        <w:tc>
          <w:tcPr>
            <w:tcW w:w="1807" w:type="dxa"/>
          </w:tcPr>
          <w:p w:rsidR="007A146A" w:rsidRPr="0082000A" w:rsidRDefault="007A146A" w:rsidP="0082000A">
            <w:pPr>
              <w:jc w:val="center"/>
              <w:rPr>
                <w:b/>
              </w:rPr>
            </w:pPr>
            <w:r w:rsidRPr="0082000A">
              <w:rPr>
                <w:b/>
              </w:rPr>
              <w:t>EMAIL</w:t>
            </w:r>
          </w:p>
        </w:tc>
      </w:tr>
      <w:tr w:rsidR="007A146A" w:rsidRPr="0082000A" w:rsidTr="0082000A">
        <w:trPr>
          <w:trHeight w:val="315"/>
        </w:trPr>
        <w:tc>
          <w:tcPr>
            <w:tcW w:w="1980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634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315"/>
        </w:trPr>
        <w:tc>
          <w:tcPr>
            <w:tcW w:w="1980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634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315"/>
        </w:trPr>
        <w:tc>
          <w:tcPr>
            <w:tcW w:w="1980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634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315"/>
        </w:trPr>
        <w:tc>
          <w:tcPr>
            <w:tcW w:w="1980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634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</w:tcPr>
          <w:p w:rsidR="007A146A" w:rsidRPr="0082000A" w:rsidRDefault="007A146A" w:rsidP="00044BE1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315"/>
        </w:trPr>
        <w:tc>
          <w:tcPr>
            <w:tcW w:w="1980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634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  <w:gridSpan w:val="2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  <w:tc>
          <w:tcPr>
            <w:tcW w:w="1807" w:type="dxa"/>
          </w:tcPr>
          <w:p w:rsidR="007A146A" w:rsidRPr="0082000A" w:rsidRDefault="007A146A" w:rsidP="00FA7781"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21CCA">
            <w:pPr>
              <w:rPr>
                <w:b/>
              </w:rPr>
            </w:pPr>
            <w:r w:rsidRPr="0082000A">
              <w:rPr>
                <w:b/>
              </w:rPr>
              <w:t>SECTION 3: PATIENT DETAILS – BACKGROUND INFORMATION</w:t>
            </w: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21CCA">
            <w:pPr>
              <w:rPr>
                <w:b/>
              </w:rPr>
            </w:pPr>
            <w:r w:rsidRPr="0082000A">
              <w:rPr>
                <w:b/>
              </w:rPr>
              <w:t>3.1 Does the patient meet the criteria for eligibility as defined within the service specification D01S/b?</w:t>
            </w:r>
          </w:p>
          <w:p w:rsidR="007A146A" w:rsidRPr="0082000A" w:rsidRDefault="007A146A" w:rsidP="00221CCA">
            <w:pPr>
              <w:rPr>
                <w:b/>
                <w:color w:val="969696"/>
              </w:rPr>
            </w:pPr>
            <w:r w:rsidRPr="0082000A">
              <w:rPr>
                <w:b/>
                <w:color w:val="969696"/>
              </w:rPr>
              <w:t>Please give detailed evidence of how the patient meets the eligibility criteria</w:t>
            </w:r>
          </w:p>
          <w:p w:rsidR="007A146A" w:rsidRPr="0082000A" w:rsidRDefault="007A146A" w:rsidP="00221CCA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21CCA">
            <w:pPr>
              <w:rPr>
                <w:b/>
              </w:rPr>
            </w:pPr>
            <w:r w:rsidRPr="0082000A">
              <w:rPr>
                <w:b/>
              </w:rPr>
              <w:t>3.2 Does the patient meet any of the prioritisation criteria identified within the service specification D01S/b?</w:t>
            </w:r>
          </w:p>
          <w:p w:rsidR="007A146A" w:rsidRPr="0082000A" w:rsidRDefault="007A146A" w:rsidP="00221CCA">
            <w:pPr>
              <w:rPr>
                <w:b/>
              </w:rPr>
            </w:pPr>
            <w:r w:rsidRPr="0082000A">
              <w:rPr>
                <w:rStyle w:val="PlaceholderText"/>
              </w:rPr>
              <w:t>Choose an item.</w:t>
            </w:r>
          </w:p>
          <w:p w:rsidR="007A146A" w:rsidRPr="0082000A" w:rsidRDefault="007A146A" w:rsidP="00221CCA">
            <w:pPr>
              <w:rPr>
                <w:b/>
              </w:rPr>
            </w:pPr>
          </w:p>
          <w:p w:rsidR="007A146A" w:rsidRPr="0082000A" w:rsidRDefault="007A146A" w:rsidP="00221CCA">
            <w:pPr>
              <w:rPr>
                <w:b/>
              </w:rPr>
            </w:pPr>
            <w:r w:rsidRPr="0082000A">
              <w:rPr>
                <w:b/>
              </w:rPr>
              <w:t>Please provide any relevant information where appropriate</w:t>
            </w:r>
          </w:p>
          <w:p w:rsidR="007A146A" w:rsidRPr="0082000A" w:rsidRDefault="007A146A" w:rsidP="00221CCA">
            <w:pPr>
              <w:rPr>
                <w:b/>
              </w:rPr>
            </w:pPr>
            <w:r w:rsidRPr="0082000A">
              <w:rPr>
                <w:rStyle w:val="PlaceholderText"/>
              </w:rPr>
              <w:t>Click here to enter text.</w:t>
            </w:r>
          </w:p>
          <w:p w:rsidR="007A146A" w:rsidRPr="0082000A" w:rsidRDefault="007A146A" w:rsidP="00221CCA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 xml:space="preserve">3.3 Does the patient have any hearing loss?             Yes     </w:t>
            </w:r>
            <w:r w:rsidRPr="0082000A">
              <w:rPr>
                <w:rFonts w:ascii="MS Gothic" w:eastAsia="MS Gothic" w:hAnsi="MS Gothic" w:hint="eastAsia"/>
                <w:b/>
              </w:rPr>
              <w:t>☐</w:t>
            </w:r>
          </w:p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 xml:space="preserve">                                                                                              No     </w:t>
            </w:r>
            <w:r w:rsidRPr="0082000A">
              <w:rPr>
                <w:rFonts w:ascii="MS Gothic" w:eastAsia="MS Gothic" w:hAnsi="MS Gothic" w:hint="eastAsia"/>
                <w:b/>
              </w:rPr>
              <w:t>☐</w:t>
            </w:r>
          </w:p>
          <w:p w:rsidR="007A146A" w:rsidRPr="0082000A" w:rsidRDefault="007A146A" w:rsidP="002D0051">
            <w:pPr>
              <w:rPr>
                <w:b/>
              </w:rPr>
            </w:pPr>
          </w:p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>If Yes, please provide any relevant information</w:t>
            </w:r>
          </w:p>
          <w:p w:rsidR="007A146A" w:rsidRPr="0082000A" w:rsidRDefault="007A146A" w:rsidP="003D72B0">
            <w:pPr>
              <w:rPr>
                <w:b/>
              </w:rPr>
            </w:pPr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 xml:space="preserve">3.4 Does the patient have visual problems?              Yes    </w:t>
            </w:r>
            <w:r w:rsidRPr="0082000A">
              <w:rPr>
                <w:rFonts w:ascii="MS Gothic" w:eastAsia="MS Gothic" w:hAnsi="MS Gothic" w:hint="eastAsia"/>
                <w:b/>
              </w:rPr>
              <w:t>☐</w:t>
            </w:r>
          </w:p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 xml:space="preserve">                                                                                              No    </w:t>
            </w:r>
            <w:r w:rsidRPr="0082000A">
              <w:rPr>
                <w:rFonts w:ascii="MS Gothic" w:eastAsia="MS Gothic" w:hAnsi="MS Gothic" w:hint="eastAsia"/>
                <w:b/>
              </w:rPr>
              <w:t>☐</w:t>
            </w:r>
          </w:p>
          <w:p w:rsidR="007A146A" w:rsidRPr="0082000A" w:rsidRDefault="007A146A" w:rsidP="002D0051">
            <w:pPr>
              <w:rPr>
                <w:b/>
              </w:rPr>
            </w:pPr>
          </w:p>
          <w:p w:rsidR="007A146A" w:rsidRPr="0082000A" w:rsidRDefault="007A146A" w:rsidP="00D56293">
            <w:pPr>
              <w:rPr>
                <w:b/>
              </w:rPr>
            </w:pPr>
            <w:r w:rsidRPr="0082000A">
              <w:rPr>
                <w:b/>
              </w:rPr>
              <w:t>If Yes, please provide any relevant information</w:t>
            </w:r>
          </w:p>
          <w:p w:rsidR="007A146A" w:rsidRPr="0082000A" w:rsidRDefault="007A146A" w:rsidP="003D72B0">
            <w:pPr>
              <w:rPr>
                <w:b/>
              </w:rPr>
            </w:pPr>
            <w:r w:rsidRPr="0082000A">
              <w:rPr>
                <w:rStyle w:val="PlaceholderText"/>
              </w:rPr>
              <w:t>Click here to enter text.</w:t>
            </w: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21737">
            <w:pPr>
              <w:rPr>
                <w:b/>
              </w:rPr>
            </w:pPr>
            <w:r w:rsidRPr="0082000A">
              <w:rPr>
                <w:b/>
              </w:rPr>
              <w:t>3.5 PHYSICAL ACCESS AND CONTROL SKILLS</w:t>
            </w:r>
          </w:p>
          <w:p w:rsidR="007A146A" w:rsidRPr="0082000A" w:rsidRDefault="007A146A" w:rsidP="00EE3622">
            <w:pPr>
              <w:rPr>
                <w:b/>
                <w:color w:val="B2B2B2"/>
              </w:rPr>
            </w:pPr>
            <w:r w:rsidRPr="0082000A">
              <w:rPr>
                <w:rFonts w:cs="Arial"/>
                <w:b/>
                <w:i/>
                <w:color w:val="B2B2B2"/>
              </w:rPr>
              <w:t>Click here to enter text</w:t>
            </w:r>
            <w:r w:rsidRPr="0082000A">
              <w:rPr>
                <w:rFonts w:cs="Arial"/>
                <w:b/>
                <w:i/>
                <w:color w:val="B2B2B2"/>
              </w:rPr>
              <w:br/>
              <w:t xml:space="preserve">Gross Motor: please detail movement of large muscle groups and whole body movements including movement of the head, legs and arms. </w:t>
            </w:r>
            <w:r w:rsidRPr="0082000A">
              <w:rPr>
                <w:rFonts w:cs="Arial"/>
                <w:b/>
                <w:i/>
                <w:color w:val="B2B2B2"/>
              </w:rPr>
              <w:br/>
              <w:t xml:space="preserve">Fine Motor: coordination of the smaller movements of the hands and fingers. </w:t>
            </w:r>
            <w:r w:rsidRPr="0082000A">
              <w:rPr>
                <w:rFonts w:cs="Arial"/>
                <w:b/>
                <w:i/>
                <w:color w:val="B2B2B2"/>
              </w:rPr>
              <w:br/>
              <w:t>Describe mobility.</w:t>
            </w:r>
          </w:p>
          <w:p w:rsidR="007A146A" w:rsidRPr="0082000A" w:rsidRDefault="007A146A" w:rsidP="00044BE1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>3.6 COGNITIVE SKILLS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rFonts w:cs="Arial"/>
                <w:b/>
                <w:i/>
                <w:color w:val="969696"/>
              </w:rPr>
              <w:t>Click here to enter text</w:t>
            </w:r>
            <w:r w:rsidRPr="0082000A">
              <w:rPr>
                <w:rFonts w:cs="Arial"/>
                <w:b/>
                <w:i/>
                <w:color w:val="969696"/>
              </w:rPr>
              <w:br/>
              <w:t xml:space="preserve">Describe levels of attention: </w:t>
            </w:r>
            <w:r w:rsidRPr="0082000A">
              <w:rPr>
                <w:rFonts w:cs="Arial"/>
                <w:b/>
                <w:i/>
                <w:color w:val="969696"/>
              </w:rPr>
              <w:br/>
              <w:t>very distractible/attention fleeting</w:t>
            </w:r>
            <w:r w:rsidRPr="0082000A">
              <w:rPr>
                <w:rFonts w:cs="Arial"/>
                <w:b/>
                <w:i/>
                <w:color w:val="969696"/>
              </w:rPr>
              <w:br/>
              <w:t>can attend to own activity for a longer period of time but cuts self off from everything else</w:t>
            </w:r>
            <w:r w:rsidRPr="0082000A">
              <w:rPr>
                <w:rFonts w:cs="Arial"/>
                <w:b/>
                <w:i/>
                <w:color w:val="969696"/>
              </w:rPr>
              <w:br/>
              <w:t>still channelled attention but begins to attend to others</w:t>
            </w:r>
            <w:r w:rsidRPr="0082000A">
              <w:rPr>
                <w:rFonts w:cs="Arial"/>
                <w:b/>
                <w:i/>
                <w:color w:val="969696"/>
              </w:rPr>
              <w:br/>
              <w:t>single channelled but more easily controlled</w:t>
            </w:r>
            <w:r w:rsidRPr="0082000A">
              <w:rPr>
                <w:rFonts w:cs="Arial"/>
                <w:b/>
                <w:i/>
                <w:color w:val="969696"/>
              </w:rPr>
              <w:br/>
              <w:t>integrated attention for short periods of time</w:t>
            </w:r>
            <w:r w:rsidRPr="0082000A">
              <w:rPr>
                <w:rFonts w:cs="Arial"/>
                <w:b/>
                <w:i/>
                <w:color w:val="969696"/>
              </w:rPr>
              <w:br/>
              <w:t xml:space="preserve">integrated attention well established. </w:t>
            </w:r>
            <w:r w:rsidRPr="0082000A">
              <w:rPr>
                <w:rFonts w:cs="Arial"/>
                <w:b/>
                <w:i/>
                <w:color w:val="969696"/>
              </w:rPr>
              <w:br/>
            </w:r>
            <w:r w:rsidRPr="0082000A">
              <w:rPr>
                <w:rFonts w:cs="Arial"/>
                <w:b/>
                <w:i/>
                <w:color w:val="969696"/>
              </w:rPr>
              <w:br/>
              <w:t>Does the client have any memory difficulties?</w:t>
            </w:r>
          </w:p>
          <w:p w:rsidR="007A146A" w:rsidRPr="0082000A" w:rsidRDefault="007A146A" w:rsidP="002D0051">
            <w:pPr>
              <w:rPr>
                <w:b/>
                <w:i/>
                <w:color w:val="969696"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>3.7 LITERACY SKILLS</w:t>
            </w:r>
          </w:p>
          <w:p w:rsidR="007A146A" w:rsidRPr="0082000A" w:rsidRDefault="007A146A" w:rsidP="002D0051">
            <w:pPr>
              <w:rPr>
                <w:b/>
              </w:rPr>
            </w:pPr>
          </w:p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>Reading ability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State approximate age equivalent where appropriate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 xml:space="preserve">Describe reading ability: </w:t>
            </w:r>
            <w:r w:rsidRPr="0082000A">
              <w:rPr>
                <w:b/>
                <w:i/>
                <w:color w:val="969696"/>
              </w:rPr>
              <w:br/>
              <w:t>able to read extended text for meaning</w:t>
            </w:r>
            <w:r w:rsidRPr="0082000A">
              <w:rPr>
                <w:b/>
                <w:i/>
                <w:color w:val="969696"/>
              </w:rPr>
              <w:br/>
              <w:t>able to read paragraphs for meaning</w:t>
            </w:r>
            <w:r w:rsidRPr="0082000A">
              <w:rPr>
                <w:b/>
                <w:i/>
                <w:color w:val="969696"/>
              </w:rPr>
              <w:br/>
              <w:t>able to read simple sentences for meaning</w:t>
            </w:r>
            <w:r w:rsidRPr="0082000A">
              <w:rPr>
                <w:b/>
                <w:i/>
                <w:color w:val="969696"/>
              </w:rPr>
              <w:br/>
              <w:t>able to read single words for meaning</w:t>
            </w:r>
            <w:r w:rsidRPr="0082000A">
              <w:rPr>
                <w:b/>
                <w:i/>
                <w:color w:val="969696"/>
              </w:rPr>
              <w:br/>
              <w:t>unable to read single words for meaning.</w:t>
            </w:r>
          </w:p>
          <w:p w:rsidR="007A146A" w:rsidRPr="0082000A" w:rsidRDefault="007A146A" w:rsidP="002D0051">
            <w:pPr>
              <w:rPr>
                <w:b/>
              </w:rPr>
            </w:pPr>
          </w:p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>Writing ability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 xml:space="preserve"> State approximate age equivalent where appropriate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Describe writing ability:</w:t>
            </w:r>
            <w:r w:rsidRPr="0082000A">
              <w:rPr>
                <w:b/>
                <w:i/>
                <w:color w:val="969696"/>
              </w:rPr>
              <w:br/>
              <w:t xml:space="preserve"> able to write sentences generated by self with no assistance</w:t>
            </w:r>
            <w:r w:rsidRPr="0082000A">
              <w:rPr>
                <w:b/>
                <w:i/>
                <w:color w:val="969696"/>
              </w:rPr>
              <w:br/>
              <w:t>able to write single words generated by self with no assistance</w:t>
            </w:r>
            <w:r w:rsidRPr="0082000A">
              <w:rPr>
                <w:b/>
                <w:i/>
                <w:color w:val="969696"/>
              </w:rPr>
              <w:br/>
              <w:t>unable to write words.</w:t>
            </w:r>
          </w:p>
          <w:p w:rsidR="007A146A" w:rsidRPr="0082000A" w:rsidRDefault="007A146A" w:rsidP="00D93463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>3.8 UNDERSTANDING OF LANGUAGE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  <w:t>Describe receptive language skills:</w:t>
            </w:r>
            <w:r w:rsidRPr="0082000A">
              <w:rPr>
                <w:b/>
                <w:i/>
                <w:color w:val="969696"/>
              </w:rPr>
              <w:br/>
              <w:t>able to follow group conversation</w:t>
            </w:r>
            <w:r w:rsidRPr="0082000A">
              <w:rPr>
                <w:b/>
                <w:i/>
                <w:color w:val="969696"/>
              </w:rPr>
              <w:br/>
              <w:t>able to follow complex commands</w:t>
            </w:r>
            <w:r w:rsidRPr="0082000A">
              <w:rPr>
                <w:b/>
                <w:i/>
                <w:color w:val="969696"/>
              </w:rPr>
              <w:br/>
              <w:t>able to follow 3+ word commands</w:t>
            </w:r>
            <w:r w:rsidRPr="0082000A">
              <w:rPr>
                <w:b/>
                <w:i/>
                <w:color w:val="969696"/>
              </w:rPr>
              <w:br/>
              <w:t>able to follow 1-2 word commands</w:t>
            </w:r>
            <w:r w:rsidRPr="0082000A">
              <w:rPr>
                <w:b/>
                <w:i/>
                <w:color w:val="969696"/>
              </w:rPr>
              <w:br/>
              <w:t>unable to follow single word commands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Please include assessment results. These could be standardised, non-standardised criterion referenced assessment procedures.</w:t>
            </w:r>
          </w:p>
          <w:p w:rsidR="007A146A" w:rsidRPr="0082000A" w:rsidRDefault="007A146A" w:rsidP="00D93463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>3.9 CURRENT METHODS OF COMMUNICATION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  <w:t>How does the patient currently communicate?</w:t>
            </w:r>
            <w:r w:rsidRPr="0082000A">
              <w:rPr>
                <w:b/>
                <w:i/>
                <w:color w:val="969696"/>
              </w:rPr>
              <w:br/>
              <w:t>Speech</w:t>
            </w:r>
            <w:r w:rsidRPr="0082000A">
              <w:rPr>
                <w:b/>
                <w:i/>
                <w:color w:val="969696"/>
              </w:rPr>
              <w:br/>
              <w:t>Vocalisations</w:t>
            </w:r>
            <w:r w:rsidRPr="0082000A">
              <w:rPr>
                <w:b/>
                <w:i/>
                <w:color w:val="969696"/>
              </w:rPr>
              <w:br/>
              <w:t>Signing</w:t>
            </w:r>
            <w:r w:rsidRPr="0082000A">
              <w:rPr>
                <w:b/>
                <w:i/>
                <w:color w:val="969696"/>
              </w:rPr>
              <w:br/>
              <w:t>Gestures</w:t>
            </w:r>
            <w:r w:rsidRPr="0082000A">
              <w:rPr>
                <w:b/>
                <w:i/>
                <w:color w:val="969696"/>
              </w:rPr>
              <w:br/>
              <w:t>Communication board/book</w:t>
            </w:r>
            <w:r w:rsidRPr="0082000A">
              <w:rPr>
                <w:b/>
                <w:i/>
                <w:color w:val="969696"/>
              </w:rPr>
              <w:br/>
              <w:t xml:space="preserve">Communication aid 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If current method is a communication board/book or aid please provide detailed information about how the language is represented e.g. pictures, symbols, words, vocabulary organisation etc.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If current method is a communication aid please provide detailed information about hardware, software and vocabulary package where appropriate.</w:t>
            </w:r>
          </w:p>
          <w:p w:rsidR="007A146A" w:rsidRPr="0082000A" w:rsidRDefault="007A146A" w:rsidP="00D93463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>3.10 USE OF LANGUAGE i.e. what does the person communicate?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  <w:t>Describe expressive language skills:</w:t>
            </w:r>
            <w:r w:rsidRPr="0082000A">
              <w:rPr>
                <w:b/>
                <w:i/>
                <w:color w:val="969696"/>
              </w:rPr>
              <w:br/>
              <w:t>Uses a full range of communicative functions such as requesting, rejecting, naming, commenting, giving information, asking questions</w:t>
            </w:r>
            <w:r w:rsidRPr="0082000A">
              <w:rPr>
                <w:b/>
                <w:i/>
                <w:color w:val="969696"/>
              </w:rPr>
              <w:br/>
              <w:t>Uses some communicative functions</w:t>
            </w:r>
            <w:r w:rsidRPr="0082000A">
              <w:rPr>
                <w:b/>
                <w:i/>
                <w:color w:val="969696"/>
              </w:rPr>
              <w:br/>
              <w:t>Uses limited communication functions</w:t>
            </w:r>
            <w:r w:rsidRPr="0082000A">
              <w:rPr>
                <w:b/>
                <w:i/>
                <w:color w:val="969696"/>
              </w:rPr>
              <w:br/>
              <w:t>Please include assessment results. These could be standardised, non-standardised or criterion referenced assessment procedures.</w:t>
            </w:r>
            <w:r w:rsidRPr="0082000A">
              <w:rPr>
                <w:b/>
                <w:i/>
                <w:color w:val="969696"/>
              </w:rPr>
              <w:br/>
              <w:t>Where appropriate, please provide evidence of analysis and recording of pragmatic skills e.g. communication intent/function, success and effectiveness, discourse skills etc.</w:t>
            </w:r>
          </w:p>
          <w:p w:rsidR="007A146A" w:rsidRPr="0082000A" w:rsidRDefault="007A146A" w:rsidP="00D93463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2D0051">
            <w:pPr>
              <w:rPr>
                <w:b/>
              </w:rPr>
            </w:pPr>
            <w:r w:rsidRPr="0082000A">
              <w:rPr>
                <w:b/>
              </w:rPr>
              <w:t>3.11 WHAT IS THE PURPOSE OF THIS REQUEST FOR EQUIPMENT?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  <w:t>Please provide information that links the purpose of the assessment with the communication need e.g.</w:t>
            </w:r>
            <w:r w:rsidRPr="0082000A">
              <w:rPr>
                <w:b/>
                <w:i/>
                <w:color w:val="969696"/>
              </w:rPr>
              <w:br/>
              <w:t>To provide a temporary means of expression</w:t>
            </w:r>
            <w:r w:rsidRPr="0082000A">
              <w:rPr>
                <w:b/>
                <w:i/>
                <w:color w:val="969696"/>
              </w:rPr>
              <w:br/>
              <w:t>To identify an alternative to speech</w:t>
            </w:r>
            <w:r w:rsidRPr="0082000A">
              <w:rPr>
                <w:b/>
                <w:i/>
                <w:color w:val="969696"/>
              </w:rPr>
              <w:br/>
              <w:t>To replace behaviours that challenge</w:t>
            </w:r>
            <w:r w:rsidRPr="0082000A">
              <w:rPr>
                <w:b/>
                <w:i/>
                <w:color w:val="969696"/>
              </w:rPr>
              <w:br/>
              <w:t>To augment unintelligible speech.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Include information about any needs assessment and/or discrepancy analysis to identify why an individual’s level of participation in an activity might be restricted due to his/her lack of access to an effective means of communication.</w:t>
            </w:r>
            <w:r w:rsidRPr="0082000A">
              <w:rPr>
                <w:b/>
                <w:i/>
                <w:color w:val="969696"/>
              </w:rPr>
              <w:br/>
            </w:r>
          </w:p>
          <w:p w:rsidR="007A146A" w:rsidRPr="0082000A" w:rsidRDefault="007A146A" w:rsidP="00D93463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3F4514">
            <w:pPr>
              <w:rPr>
                <w:b/>
              </w:rPr>
            </w:pPr>
            <w:r w:rsidRPr="0082000A">
              <w:rPr>
                <w:b/>
              </w:rPr>
              <w:t>SECTION 4: ASSESSMENT DETAILS</w:t>
            </w:r>
          </w:p>
        </w:tc>
      </w:tr>
      <w:tr w:rsidR="007A146A" w:rsidRPr="0082000A" w:rsidTr="0082000A">
        <w:trPr>
          <w:trHeight w:val="1080"/>
        </w:trPr>
        <w:tc>
          <w:tcPr>
            <w:tcW w:w="9035" w:type="dxa"/>
            <w:gridSpan w:val="7"/>
          </w:tcPr>
          <w:p w:rsidR="007A146A" w:rsidRPr="0082000A" w:rsidRDefault="007A146A" w:rsidP="009D1F4C">
            <w:pPr>
              <w:rPr>
                <w:b/>
              </w:rPr>
            </w:pPr>
            <w:r w:rsidRPr="0082000A">
              <w:rPr>
                <w:b/>
              </w:rPr>
              <w:t>4.1 WHO WAS PRESENT AT THE ASSESSMENT?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  <w:t xml:space="preserve">Where appropriate, are multidisciplinary professionals around the patient involved and contact details provided? </w:t>
            </w:r>
            <w:r w:rsidRPr="0082000A">
              <w:rPr>
                <w:b/>
                <w:i/>
                <w:color w:val="969696"/>
              </w:rPr>
              <w:br/>
              <w:t>Where they exist, are members of a local AAC service/team involved?</w:t>
            </w:r>
          </w:p>
          <w:p w:rsidR="007A146A" w:rsidRPr="0082000A" w:rsidRDefault="007A146A" w:rsidP="00D93463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EC3890">
            <w:pPr>
              <w:rPr>
                <w:b/>
              </w:rPr>
            </w:pPr>
            <w:r w:rsidRPr="0082000A">
              <w:rPr>
                <w:b/>
              </w:rPr>
              <w:t>4.2 WHERE DID THE ASSESSMENT TAKE PLACE?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  <w:t>Has the assessment taken place within a functional communication environments?</w:t>
            </w:r>
            <w:r w:rsidRPr="0082000A">
              <w:rPr>
                <w:b/>
                <w:i/>
                <w:color w:val="969696"/>
              </w:rPr>
              <w:br/>
              <w:t>Where appropriate, please provide evidence of analysis of different modes of AAC and their success in different environments or with different communication partners.</w:t>
            </w:r>
          </w:p>
          <w:p w:rsidR="007A146A" w:rsidRPr="0082000A" w:rsidRDefault="007A146A" w:rsidP="00D93463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EC3890">
            <w:pPr>
              <w:rPr>
                <w:b/>
              </w:rPr>
            </w:pPr>
            <w:r w:rsidRPr="0082000A">
              <w:rPr>
                <w:b/>
              </w:rPr>
              <w:t>4.3 ASSESSMENT SUMMARY</w:t>
            </w:r>
          </w:p>
          <w:p w:rsidR="007A146A" w:rsidRPr="0082000A" w:rsidRDefault="007A146A" w:rsidP="00D93463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  <w:t xml:space="preserve">Please provide details of the assessment process which must include information such as: 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Form of representation e.g. pictures, photos, symbols, text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Selection set e.g. PCS, Widgit, Symbol Stix, combination of whole word and a particular symbol set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Access method, consideration of other access methods where appropriate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Vocabulary organisation required including information about range of vocabularies considered Where appropriate, evidence of compare and contrast process of either an existing/new vocabulary or new vocabulary 1/ new vocabulary 2</w:t>
            </w:r>
            <w:r w:rsidRPr="0082000A">
              <w:rPr>
                <w:b/>
                <w:i/>
                <w:color w:val="969696"/>
              </w:rPr>
              <w:br/>
              <w:t>Where appropriate and available, please refer to any evidence based literature to support the vocabularies considered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Integration with other technologies if required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Portability and/or practical management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Other individual factors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Equipment trials/range of devices considered</w:t>
            </w:r>
          </w:p>
          <w:p w:rsidR="007A146A" w:rsidRPr="0082000A" w:rsidRDefault="007A146A" w:rsidP="00D93463">
            <w:pPr>
              <w:rPr>
                <w:b/>
              </w:rPr>
            </w:pPr>
          </w:p>
          <w:p w:rsidR="007A146A" w:rsidRPr="0082000A" w:rsidRDefault="007A146A" w:rsidP="00D93463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EC3890">
            <w:pPr>
              <w:rPr>
                <w:b/>
              </w:rPr>
            </w:pPr>
            <w:r w:rsidRPr="0082000A">
              <w:rPr>
                <w:b/>
              </w:rPr>
              <w:t>SECTION 5: ASSESSMENT RECOMMENDATIONS</w:t>
            </w: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8624E6">
            <w:pPr>
              <w:rPr>
                <w:b/>
              </w:rPr>
            </w:pPr>
            <w:r w:rsidRPr="0082000A">
              <w:rPr>
                <w:b/>
              </w:rPr>
              <w:t>5.1 SUMMARY OF RECOMMENDATIONS</w:t>
            </w:r>
          </w:p>
          <w:p w:rsidR="007A146A" w:rsidRPr="0082000A" w:rsidRDefault="007A146A" w:rsidP="008624E6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  <w:t>Please detail conclusions drawn from the assessment process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Please summarise how the required features identified through the background information and assessment process have been matched to the range of appropriate equipment.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Where appropriate, please provide a rationale for a final choice of symbol set.</w:t>
            </w:r>
            <w:r w:rsidRPr="0082000A">
              <w:rPr>
                <w:b/>
                <w:i/>
                <w:color w:val="969696"/>
              </w:rPr>
              <w:br/>
              <w:t>Where appropriate, please provide rationale for final choice of vocabulary organisation.</w:t>
            </w:r>
            <w:r w:rsidRPr="0082000A">
              <w:rPr>
                <w:b/>
                <w:i/>
                <w:color w:val="969696"/>
              </w:rPr>
              <w:br/>
            </w:r>
            <w:r w:rsidRPr="0082000A">
              <w:rPr>
                <w:b/>
                <w:i/>
                <w:color w:val="969696"/>
              </w:rPr>
              <w:br/>
              <w:t>Include information about what AAC will allow the individual to do that they currently cannot achieve.</w:t>
            </w:r>
            <w:r w:rsidRPr="0082000A">
              <w:rPr>
                <w:b/>
                <w:i/>
                <w:color w:val="969696"/>
              </w:rPr>
              <w:br/>
            </w:r>
          </w:p>
          <w:p w:rsidR="007A146A" w:rsidRPr="0082000A" w:rsidRDefault="007A146A" w:rsidP="008624E6">
            <w:pPr>
              <w:rPr>
                <w:b/>
              </w:rPr>
            </w:pPr>
          </w:p>
        </w:tc>
      </w:tr>
      <w:tr w:rsidR="007A146A" w:rsidRPr="0082000A" w:rsidTr="0082000A">
        <w:trPr>
          <w:trHeight w:val="315"/>
        </w:trPr>
        <w:tc>
          <w:tcPr>
            <w:tcW w:w="9035" w:type="dxa"/>
            <w:gridSpan w:val="7"/>
          </w:tcPr>
          <w:p w:rsidR="007A146A" w:rsidRPr="0082000A" w:rsidRDefault="007A146A" w:rsidP="008624E6">
            <w:pPr>
              <w:rPr>
                <w:b/>
              </w:rPr>
            </w:pPr>
            <w:r w:rsidRPr="0082000A">
              <w:rPr>
                <w:b/>
              </w:rPr>
              <w:t>5.2 EQUIPMENT REQUESTED</w:t>
            </w:r>
          </w:p>
          <w:p w:rsidR="007A146A" w:rsidRPr="0082000A" w:rsidRDefault="007A146A" w:rsidP="003F4514">
            <w:pPr>
              <w:rPr>
                <w:b/>
                <w:i/>
                <w:color w:val="969696"/>
              </w:rPr>
            </w:pPr>
            <w:r w:rsidRPr="0082000A">
              <w:rPr>
                <w:b/>
                <w:i/>
                <w:color w:val="969696"/>
              </w:rPr>
              <w:t>Click here to enter text</w:t>
            </w:r>
            <w:r w:rsidRPr="0082000A">
              <w:rPr>
                <w:b/>
                <w:i/>
                <w:color w:val="969696"/>
              </w:rPr>
              <w:br/>
              <w:t xml:space="preserve">Please provide a detailed list of equipment requested. </w:t>
            </w:r>
            <w:r w:rsidRPr="0082000A">
              <w:rPr>
                <w:b/>
                <w:i/>
                <w:color w:val="969696"/>
              </w:rPr>
              <w:br/>
              <w:t>Please be aware that this list will be used to order the equipment you are requesting.</w:t>
            </w:r>
            <w:r w:rsidRPr="0082000A">
              <w:rPr>
                <w:b/>
                <w:i/>
                <w:color w:val="969696"/>
              </w:rPr>
              <w:br/>
              <w:t xml:space="preserve">Where you would prefer an item from a specific supplier, please state this. </w:t>
            </w:r>
            <w:r w:rsidRPr="0082000A">
              <w:rPr>
                <w:b/>
                <w:i/>
                <w:color w:val="969696"/>
              </w:rPr>
              <w:br/>
              <w:t xml:space="preserve">If an item does not appear in this list, it will not be ordered. </w:t>
            </w:r>
            <w:r w:rsidRPr="0082000A">
              <w:rPr>
                <w:b/>
                <w:i/>
                <w:color w:val="969696"/>
              </w:rPr>
              <w:br/>
              <w:t>Please ensure that all peripherals are included.</w:t>
            </w:r>
          </w:p>
          <w:p w:rsidR="007A146A" w:rsidRPr="0082000A" w:rsidRDefault="007A146A" w:rsidP="003F4514">
            <w:pPr>
              <w:rPr>
                <w:b/>
              </w:rPr>
            </w:pPr>
          </w:p>
        </w:tc>
      </w:tr>
      <w:tr w:rsidR="007A146A" w:rsidRPr="0082000A" w:rsidTr="0082000A">
        <w:trPr>
          <w:trHeight w:val="405"/>
        </w:trPr>
        <w:tc>
          <w:tcPr>
            <w:tcW w:w="9035" w:type="dxa"/>
            <w:gridSpan w:val="7"/>
          </w:tcPr>
          <w:p w:rsidR="007A146A" w:rsidRPr="0082000A" w:rsidRDefault="007A146A" w:rsidP="008624E6">
            <w:pPr>
              <w:rPr>
                <w:b/>
              </w:rPr>
            </w:pPr>
            <w:r w:rsidRPr="0082000A">
              <w:rPr>
                <w:b/>
              </w:rPr>
              <w:t>SECTION 6: ROLES AND RESPONSIBILITIES</w:t>
            </w:r>
          </w:p>
          <w:p w:rsidR="007A146A" w:rsidRPr="0082000A" w:rsidRDefault="007A146A" w:rsidP="002748A5">
            <w:pPr>
              <w:rPr>
                <w:b/>
              </w:rPr>
            </w:pPr>
            <w:r w:rsidRPr="0082000A">
              <w:rPr>
                <w:b/>
                <w:i/>
                <w:color w:val="808080"/>
              </w:rPr>
              <w:t>Click here to enter text</w:t>
            </w:r>
            <w:r w:rsidRPr="0082000A">
              <w:rPr>
                <w:b/>
                <w:i/>
                <w:color w:val="808080"/>
              </w:rPr>
              <w:br/>
            </w:r>
            <w:r w:rsidRPr="0082000A">
              <w:rPr>
                <w:b/>
                <w:i/>
                <w:color w:val="808080"/>
              </w:rPr>
              <w:br/>
              <w:t xml:space="preserve">Please provide details of the roles and responsibilities that have been agreed by the team around the patient. </w:t>
            </w:r>
            <w:r w:rsidRPr="0082000A">
              <w:rPr>
                <w:b/>
                <w:i/>
                <w:color w:val="808080"/>
              </w:rPr>
              <w:br/>
              <w:t>This may include but is not restricted to:</w:t>
            </w:r>
            <w:r w:rsidRPr="0082000A">
              <w:rPr>
                <w:b/>
                <w:i/>
                <w:color w:val="808080"/>
              </w:rPr>
              <w:br/>
              <w:t>Day to day maintenance of the system e.g. recharging, keeping clean, software updates</w:t>
            </w:r>
            <w:r w:rsidRPr="0082000A">
              <w:rPr>
                <w:b/>
                <w:i/>
                <w:color w:val="808080"/>
              </w:rPr>
              <w:br/>
              <w:t>Overall responsibility for monitoring the system</w:t>
            </w:r>
            <w:r w:rsidRPr="0082000A">
              <w:rPr>
                <w:b/>
                <w:i/>
                <w:color w:val="808080"/>
              </w:rPr>
              <w:br/>
              <w:t>Target setting: operational, linguistic, social, strategic</w:t>
            </w:r>
            <w:r w:rsidRPr="0082000A">
              <w:rPr>
                <w:b/>
                <w:i/>
                <w:color w:val="808080"/>
              </w:rPr>
              <w:br/>
              <w:t>Everyday implementation of AAC</w:t>
            </w:r>
            <w:r w:rsidRPr="0082000A">
              <w:rPr>
                <w:b/>
                <w:i/>
                <w:color w:val="808080"/>
              </w:rPr>
              <w:br/>
              <w:t>Training provided to those whose responsibility it is to support everyday implementation</w:t>
            </w:r>
            <w:r w:rsidRPr="0082000A">
              <w:rPr>
                <w:b/>
                <w:i/>
                <w:color w:val="808080"/>
              </w:rPr>
              <w:br/>
              <w:t>Updating/editing vocabulary</w:t>
            </w:r>
            <w:r w:rsidRPr="0082000A">
              <w:rPr>
                <w:b/>
                <w:i/>
                <w:color w:val="808080"/>
              </w:rPr>
              <w:br/>
              <w:t>Recording progress</w:t>
            </w:r>
            <w:r w:rsidRPr="0082000A">
              <w:rPr>
                <w:b/>
                <w:i/>
                <w:color w:val="808080"/>
              </w:rPr>
              <w:br/>
              <w:t>Identifying timely reviews</w:t>
            </w:r>
            <w:r w:rsidRPr="0082000A">
              <w:rPr>
                <w:b/>
                <w:i/>
                <w:color w:val="808080"/>
              </w:rPr>
              <w:br/>
              <w:t>Solving technical issues</w:t>
            </w:r>
            <w:r w:rsidRPr="0082000A">
              <w:rPr>
                <w:b/>
                <w:i/>
                <w:color w:val="808080"/>
              </w:rPr>
              <w:br/>
            </w:r>
          </w:p>
          <w:p w:rsidR="007A146A" w:rsidRPr="0082000A" w:rsidRDefault="007A146A" w:rsidP="008624E6">
            <w:pPr>
              <w:rPr>
                <w:b/>
              </w:rPr>
            </w:pPr>
          </w:p>
        </w:tc>
      </w:tr>
      <w:tr w:rsidR="007A146A" w:rsidRPr="0082000A" w:rsidTr="0082000A">
        <w:trPr>
          <w:trHeight w:val="2043"/>
        </w:trPr>
        <w:tc>
          <w:tcPr>
            <w:tcW w:w="9035" w:type="dxa"/>
            <w:gridSpan w:val="7"/>
          </w:tcPr>
          <w:p w:rsidR="007A146A" w:rsidRPr="0082000A" w:rsidRDefault="007A146A" w:rsidP="00565B8B">
            <w:pPr>
              <w:rPr>
                <w:b/>
              </w:rPr>
            </w:pPr>
            <w:r w:rsidRPr="0082000A">
              <w:rPr>
                <w:b/>
              </w:rPr>
              <w:t>SECTION 7: ANY OTHER INFORMATION</w:t>
            </w:r>
          </w:p>
          <w:p w:rsidR="007A146A" w:rsidRPr="0082000A" w:rsidRDefault="007A146A" w:rsidP="006D17E5">
            <w:pPr>
              <w:rPr>
                <w:b/>
              </w:rPr>
            </w:pPr>
          </w:p>
          <w:p w:rsidR="007A146A" w:rsidRPr="0082000A" w:rsidRDefault="007A146A" w:rsidP="00565B8B">
            <w:pPr>
              <w:rPr>
                <w:b/>
              </w:rPr>
            </w:pPr>
            <w:r w:rsidRPr="0082000A">
              <w:rPr>
                <w:b/>
                <w:i/>
                <w:color w:val="808080"/>
              </w:rPr>
              <w:t>Click here to enter text</w:t>
            </w:r>
            <w:r w:rsidRPr="0082000A">
              <w:rPr>
                <w:b/>
                <w:i/>
                <w:color w:val="808080"/>
              </w:rPr>
              <w:br/>
            </w:r>
            <w:r w:rsidRPr="0082000A">
              <w:rPr>
                <w:b/>
                <w:i/>
                <w:color w:val="808080"/>
              </w:rPr>
              <w:br/>
              <w:t>Please use this section to include any other information that might be relevant to your request.</w:t>
            </w:r>
          </w:p>
          <w:p w:rsidR="007A146A" w:rsidRPr="0082000A" w:rsidRDefault="007A146A" w:rsidP="00565B8B"/>
          <w:p w:rsidR="007A146A" w:rsidRPr="0082000A" w:rsidRDefault="007A146A" w:rsidP="00565B8B"/>
          <w:p w:rsidR="007A146A" w:rsidRPr="0082000A" w:rsidRDefault="007A146A" w:rsidP="0082000A">
            <w:pPr>
              <w:tabs>
                <w:tab w:val="left" w:pos="1125"/>
              </w:tabs>
            </w:pPr>
          </w:p>
        </w:tc>
      </w:tr>
    </w:tbl>
    <w:p w:rsidR="007A146A" w:rsidRDefault="007A146A"/>
    <w:sectPr w:rsidR="007A146A" w:rsidSect="00FA24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33A37"/>
    <w:multiLevelType w:val="hybridMultilevel"/>
    <w:tmpl w:val="164E0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C4D27"/>
    <w:multiLevelType w:val="hybridMultilevel"/>
    <w:tmpl w:val="1F86B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CD0"/>
    <w:rsid w:val="000436DD"/>
    <w:rsid w:val="00044BE1"/>
    <w:rsid w:val="00072191"/>
    <w:rsid w:val="000A0D77"/>
    <w:rsid w:val="000A48FB"/>
    <w:rsid w:val="0015263E"/>
    <w:rsid w:val="00156842"/>
    <w:rsid w:val="00185A75"/>
    <w:rsid w:val="00221737"/>
    <w:rsid w:val="00221CCA"/>
    <w:rsid w:val="002748A5"/>
    <w:rsid w:val="00293463"/>
    <w:rsid w:val="002A458F"/>
    <w:rsid w:val="002A5C1F"/>
    <w:rsid w:val="002B7A2C"/>
    <w:rsid w:val="002D0051"/>
    <w:rsid w:val="00316D4C"/>
    <w:rsid w:val="0036198C"/>
    <w:rsid w:val="003779FA"/>
    <w:rsid w:val="003A4F7B"/>
    <w:rsid w:val="003D72B0"/>
    <w:rsid w:val="003F1980"/>
    <w:rsid w:val="003F4514"/>
    <w:rsid w:val="00450CD0"/>
    <w:rsid w:val="00484F5C"/>
    <w:rsid w:val="00490516"/>
    <w:rsid w:val="004D7840"/>
    <w:rsid w:val="004E5F77"/>
    <w:rsid w:val="004F255E"/>
    <w:rsid w:val="004F4C92"/>
    <w:rsid w:val="005172ED"/>
    <w:rsid w:val="005264E5"/>
    <w:rsid w:val="0053787F"/>
    <w:rsid w:val="00565B8B"/>
    <w:rsid w:val="005932C5"/>
    <w:rsid w:val="005A2731"/>
    <w:rsid w:val="006D17E5"/>
    <w:rsid w:val="006F27EB"/>
    <w:rsid w:val="007A146A"/>
    <w:rsid w:val="007C3740"/>
    <w:rsid w:val="007E53CC"/>
    <w:rsid w:val="0082000A"/>
    <w:rsid w:val="008624E6"/>
    <w:rsid w:val="0088141A"/>
    <w:rsid w:val="008D7028"/>
    <w:rsid w:val="008E4A86"/>
    <w:rsid w:val="00915F6F"/>
    <w:rsid w:val="009314E0"/>
    <w:rsid w:val="00936877"/>
    <w:rsid w:val="009B4DDC"/>
    <w:rsid w:val="009D1F4C"/>
    <w:rsid w:val="009E283A"/>
    <w:rsid w:val="00A42A0C"/>
    <w:rsid w:val="00A60568"/>
    <w:rsid w:val="00AE0596"/>
    <w:rsid w:val="00AE3391"/>
    <w:rsid w:val="00AE344E"/>
    <w:rsid w:val="00B640CB"/>
    <w:rsid w:val="00B7229E"/>
    <w:rsid w:val="00BE46DD"/>
    <w:rsid w:val="00BE774B"/>
    <w:rsid w:val="00C164D8"/>
    <w:rsid w:val="00C275E3"/>
    <w:rsid w:val="00C45B06"/>
    <w:rsid w:val="00C87A86"/>
    <w:rsid w:val="00CC3227"/>
    <w:rsid w:val="00D56293"/>
    <w:rsid w:val="00D869B2"/>
    <w:rsid w:val="00D93463"/>
    <w:rsid w:val="00D957A9"/>
    <w:rsid w:val="00E0290A"/>
    <w:rsid w:val="00E16B2A"/>
    <w:rsid w:val="00E523D0"/>
    <w:rsid w:val="00E62AB4"/>
    <w:rsid w:val="00E642E4"/>
    <w:rsid w:val="00EB53B9"/>
    <w:rsid w:val="00EC3890"/>
    <w:rsid w:val="00EE3622"/>
    <w:rsid w:val="00EF5E8E"/>
    <w:rsid w:val="00F76C81"/>
    <w:rsid w:val="00FA1E51"/>
    <w:rsid w:val="00FA24C2"/>
    <w:rsid w:val="00FA7781"/>
    <w:rsid w:val="00FE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0"/>
    <w:pPr>
      <w:spacing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0C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50CD0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EE36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77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77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6</Pages>
  <Words>1467</Words>
  <Characters>8368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NHS Specialised AAC Service Equipment Request Report </dc:title>
  <dc:subject/>
  <dc:creator>Suzanne Martin</dc:creator>
  <cp:keywords/>
  <dc:description/>
  <cp:lastModifiedBy>JMarchant1</cp:lastModifiedBy>
  <cp:revision>2</cp:revision>
  <cp:lastPrinted>2015-04-09T13:21:00Z</cp:lastPrinted>
  <dcterms:created xsi:type="dcterms:W3CDTF">2015-06-18T09:42:00Z</dcterms:created>
  <dcterms:modified xsi:type="dcterms:W3CDTF">2015-06-18T09:42:00Z</dcterms:modified>
</cp:coreProperties>
</file>