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  <w:gridCol w:w="5494"/>
      </w:tblGrid>
      <w:tr w:rsidR="00D44B33" w:rsidRPr="004E719F" w:rsidTr="004E719F">
        <w:trPr>
          <w:jc w:val="center"/>
        </w:trPr>
        <w:tc>
          <w:tcPr>
            <w:tcW w:w="5494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E719F">
              <w:rPr>
                <w:rFonts w:ascii="Arial" w:hAnsi="Arial" w:cs="Arial"/>
                <w:sz w:val="20"/>
                <w:szCs w:val="20"/>
              </w:rPr>
              <w:t xml:space="preserve">Client Name: </w:t>
            </w:r>
            <w:bookmarkStart w:id="0" w:name="ClientName"/>
            <w:r w:rsidRPr="004E719F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ClientName"/>
                  <w:enabled/>
                  <w:calcOnExit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bookmarkStart w:id="1" w:name="_GoBack"/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bookmarkEnd w:id="1"/>
            <w:r w:rsidRPr="004E719F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494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E719F">
              <w:rPr>
                <w:rFonts w:ascii="Arial" w:hAnsi="Arial" w:cs="Arial"/>
                <w:sz w:val="20"/>
                <w:szCs w:val="20"/>
              </w:rPr>
              <w:t xml:space="preserve">NHS no: </w:t>
            </w:r>
            <w:bookmarkStart w:id="2" w:name="NHSNo"/>
            <w:r w:rsidRPr="004E719F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NHSNo"/>
                  <w:enabled/>
                  <w:calcOnExit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4E719F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44B33" w:rsidRPr="00EF2050" w:rsidRDefault="00D44B33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8"/>
      </w:tblGrid>
      <w:tr w:rsidR="00D44B33" w:rsidRPr="004E719F" w:rsidTr="004E719F">
        <w:trPr>
          <w:trHeight w:val="1835"/>
        </w:trPr>
        <w:tc>
          <w:tcPr>
            <w:tcW w:w="109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E719F">
              <w:rPr>
                <w:rFonts w:ascii="Arial" w:hAnsi="Arial" w:cs="Arial"/>
                <w:b/>
                <w:sz w:val="32"/>
                <w:szCs w:val="32"/>
              </w:rPr>
              <w:t>GSTT Wheelchair Service</w:t>
            </w: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sz w:val="32"/>
                <w:szCs w:val="32"/>
              </w:rPr>
              <w:t>Referral Form</w:t>
            </w:r>
            <w:r w:rsidRPr="004E719F">
              <w:rPr>
                <w:rFonts w:ascii="Arial" w:hAnsi="Arial" w:cs="Arial"/>
              </w:rPr>
              <w:t xml:space="preserve"> </w:t>
            </w: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to be completed by GP or Registered Nurse ONLY</w:t>
            </w: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E719F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All sections in bold MUST be completed. If not completed, the referral </w:t>
            </w:r>
            <w:r w:rsidRPr="004E719F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will be returned</w:t>
            </w:r>
            <w:r w:rsidRPr="004E719F"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</w:p>
        </w:tc>
      </w:tr>
    </w:tbl>
    <w:p w:rsidR="00D44B33" w:rsidRPr="00EF2050" w:rsidRDefault="00D44B33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268"/>
        <w:gridCol w:w="851"/>
        <w:gridCol w:w="708"/>
        <w:gridCol w:w="2268"/>
        <w:gridCol w:w="3509"/>
      </w:tblGrid>
      <w:tr w:rsidR="00D44B33" w:rsidRPr="004E719F" w:rsidTr="004E719F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1</w:t>
            </w:r>
          </w:p>
        </w:tc>
        <w:tc>
          <w:tcPr>
            <w:tcW w:w="960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CLIENT DETAILS</w:t>
            </w:r>
          </w:p>
        </w:tc>
      </w:tr>
      <w:tr w:rsidR="00D44B33" w:rsidRPr="004E719F" w:rsidTr="004E719F">
        <w:trPr>
          <w:trHeight w:val="283"/>
        </w:trPr>
        <w:tc>
          <w:tcPr>
            <w:tcW w:w="5211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Surname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" w:name="Text1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"/>
          </w:p>
        </w:tc>
        <w:tc>
          <w:tcPr>
            <w:tcW w:w="2268" w:type="dxa"/>
            <w:tcBorders>
              <w:top w:val="thinThickSmallGap" w:sz="2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DOB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" w:name="Text3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"/>
            <w:r w:rsidRPr="004E719F">
              <w:rPr>
                <w:rFonts w:ascii="Arial" w:hAnsi="Arial" w:cs="Arial"/>
              </w:rPr>
              <w:t>/</w:t>
            </w:r>
            <w:bookmarkStart w:id="5" w:name="Text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5"/>
            <w:r w:rsidRPr="004E719F">
              <w:rPr>
                <w:rFonts w:ascii="Arial" w:hAnsi="Arial" w:cs="Arial"/>
              </w:rPr>
              <w:t>/</w:t>
            </w:r>
            <w:bookmarkStart w:id="6" w:name="Text5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6"/>
          </w:p>
        </w:tc>
        <w:tc>
          <w:tcPr>
            <w:tcW w:w="350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Date of referral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7" w:name="Text20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"/>
            <w:r w:rsidRPr="004E719F">
              <w:rPr>
                <w:rFonts w:ascii="Arial" w:hAnsi="Arial" w:cs="Arial"/>
              </w:rPr>
              <w:t>/</w:t>
            </w:r>
            <w:bookmarkStart w:id="8" w:name="Text21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8"/>
            <w:r w:rsidRPr="004E719F">
              <w:rPr>
                <w:rFonts w:ascii="Arial" w:hAnsi="Arial" w:cs="Arial"/>
              </w:rPr>
              <w:t>/</w:t>
            </w:r>
            <w:bookmarkStart w:id="9" w:name="Text22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9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HEIGHT &amp; WEIGHT</w:t>
            </w:r>
            <w:r w:rsidRPr="004E719F">
              <w:rPr>
                <w:rFonts w:ascii="Arial" w:hAnsi="Arial" w:cs="Arial"/>
              </w:rPr>
              <w:t>: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Height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10" w:name="Text23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10"/>
            <w:r w:rsidRPr="004E719F">
              <w:rPr>
                <w:rFonts w:ascii="Arial" w:hAnsi="Arial" w:cs="Arial"/>
              </w:rPr>
              <w:t xml:space="preserve"> </w:t>
            </w:r>
            <w:bookmarkStart w:id="11" w:name="Dropdown1"/>
            <w:r w:rsidRPr="004E719F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m"/>
                    <w:listEntry w:val="ft"/>
                  </w:ddList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FORMDROPDOWN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1"/>
            <w:r w:rsidRPr="004E719F">
              <w:rPr>
                <w:rFonts w:ascii="Arial" w:hAnsi="Arial" w:cs="Arial"/>
              </w:rPr>
              <w:t xml:space="preserve"> </w:t>
            </w:r>
            <w:bookmarkStart w:id="12" w:name="Text2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12"/>
            <w:r w:rsidRPr="004E719F">
              <w:rPr>
                <w:rFonts w:ascii="Arial" w:hAnsi="Arial" w:cs="Arial"/>
              </w:rPr>
              <w:t xml:space="preserve"> </w:t>
            </w:r>
            <w:bookmarkStart w:id="13" w:name="Dropdown2"/>
            <w:r w:rsidRPr="004E719F">
              <w:rPr>
                <w:rFonts w:ascii="Arial" w:hAnsi="Arial" w:cs="Aria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lect"/>
                    <w:listEntry w:val="cm"/>
                    <w:listEntry w:val="in"/>
                  </w:ddList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FORMDROPDOWN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3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Weight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14" w:name="Text25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14"/>
            <w:r w:rsidRPr="004E719F">
              <w:rPr>
                <w:rFonts w:ascii="Arial" w:hAnsi="Arial" w:cs="Arial"/>
              </w:rPr>
              <w:t xml:space="preserve"> </w:t>
            </w:r>
            <w:bookmarkStart w:id="15" w:name="Dropdown3"/>
            <w:r w:rsidRPr="004E719F">
              <w:rPr>
                <w:rFonts w:ascii="Arial" w:hAnsi="Arial" w:cs="Arial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Select"/>
                    <w:listEntry w:val="kg"/>
                    <w:listEntry w:val="lbs"/>
                    <w:listEntry w:val="stones"/>
                  </w:ddList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FORMDROPDOWN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5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 xml:space="preserve">Measured </w:t>
            </w:r>
            <w:bookmarkStart w:id="16" w:name="Check77"/>
            <w:r w:rsidRPr="004E719F">
              <w:rPr>
                <w:rFonts w:ascii="Arial" w:hAnsi="Arial" w:cs="Arial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6"/>
            <w:r w:rsidRPr="004E719F">
              <w:rPr>
                <w:rFonts w:ascii="Arial" w:hAnsi="Arial" w:cs="Arial"/>
              </w:rPr>
              <w:t xml:space="preserve">  OR  Estimated </w:t>
            </w:r>
            <w:bookmarkStart w:id="17" w:name="Check78"/>
            <w:r w:rsidRPr="004E719F">
              <w:rPr>
                <w:rFonts w:ascii="Arial" w:hAnsi="Arial" w:cs="Arial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7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 xml:space="preserve">   ↓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Date measured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18" w:name="Text26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18"/>
            <w:r w:rsidRPr="004E719F">
              <w:rPr>
                <w:rFonts w:ascii="Arial" w:hAnsi="Arial" w:cs="Arial"/>
              </w:rPr>
              <w:t>/</w:t>
            </w:r>
            <w:bookmarkStart w:id="19" w:name="Text27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19"/>
            <w:r w:rsidRPr="004E719F">
              <w:rPr>
                <w:rFonts w:ascii="Arial" w:hAnsi="Arial" w:cs="Arial"/>
              </w:rPr>
              <w:t>/</w:t>
            </w:r>
            <w:bookmarkStart w:id="20" w:name="Text28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20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Weight trend</w:t>
            </w:r>
            <w:r w:rsidRPr="004E719F">
              <w:rPr>
                <w:rFonts w:ascii="Arial" w:hAnsi="Arial" w:cs="Arial"/>
              </w:rPr>
              <w:t>: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19F">
              <w:rPr>
                <w:rFonts w:ascii="Arial" w:hAnsi="Arial" w:cs="Arial"/>
                <w:sz w:val="20"/>
                <w:szCs w:val="20"/>
              </w:rPr>
              <w:t xml:space="preserve">Stable </w:t>
            </w:r>
            <w:bookmarkStart w:id="21" w:name="Check79"/>
            <w:r w:rsidRPr="004E71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4E719F">
              <w:rPr>
                <w:rFonts w:ascii="Arial" w:hAnsi="Arial" w:cs="Arial"/>
                <w:sz w:val="20"/>
                <w:szCs w:val="20"/>
              </w:rPr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  <w:r w:rsidRPr="004E719F">
              <w:rPr>
                <w:rFonts w:ascii="Arial" w:hAnsi="Arial" w:cs="Arial"/>
                <w:sz w:val="20"/>
                <w:szCs w:val="20"/>
              </w:rPr>
              <w:t xml:space="preserve"> Upward </w:t>
            </w:r>
            <w:bookmarkStart w:id="22" w:name="Check80"/>
            <w:r w:rsidRPr="004E71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4E719F">
              <w:rPr>
                <w:rFonts w:ascii="Arial" w:hAnsi="Arial" w:cs="Arial"/>
                <w:sz w:val="20"/>
                <w:szCs w:val="20"/>
              </w:rPr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  <w:r w:rsidRPr="004E719F">
              <w:rPr>
                <w:rFonts w:ascii="Arial" w:hAnsi="Arial" w:cs="Arial"/>
                <w:sz w:val="20"/>
                <w:szCs w:val="20"/>
              </w:rPr>
              <w:t xml:space="preserve"> Downward </w:t>
            </w:r>
            <w:bookmarkStart w:id="23" w:name="Check81"/>
            <w:r w:rsidRPr="004E71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4E719F">
              <w:rPr>
                <w:rFonts w:ascii="Arial" w:hAnsi="Arial" w:cs="Arial"/>
                <w:sz w:val="20"/>
                <w:szCs w:val="20"/>
              </w:rPr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D44B33" w:rsidRPr="004E719F" w:rsidTr="004E719F">
        <w:trPr>
          <w:trHeight w:val="283"/>
        </w:trPr>
        <w:tc>
          <w:tcPr>
            <w:tcW w:w="5211" w:type="dxa"/>
            <w:gridSpan w:val="4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Forename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24" w:name="Text2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24"/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 xml:space="preserve">Male </w:t>
            </w:r>
            <w:bookmarkStart w:id="25" w:name="Check1"/>
            <w:r w:rsidRPr="004E719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25"/>
            <w:r w:rsidRPr="004E719F">
              <w:rPr>
                <w:rFonts w:ascii="Arial" w:hAnsi="Arial" w:cs="Arial"/>
              </w:rPr>
              <w:t xml:space="preserve">  Female </w:t>
            </w:r>
            <w:bookmarkStart w:id="26" w:name="Check2"/>
            <w:r w:rsidRPr="004E719F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B33" w:rsidRPr="004E719F" w:rsidTr="004E719F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Address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27" w:name="Text10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27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B33" w:rsidRPr="004E719F" w:rsidTr="004E719F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28" w:name="Text11"/>
      <w:tr w:rsidR="00D44B33" w:rsidRPr="004E719F" w:rsidTr="004E719F">
        <w:trPr>
          <w:trHeight w:val="283"/>
        </w:trPr>
        <w:tc>
          <w:tcPr>
            <w:tcW w:w="4503" w:type="dxa"/>
            <w:gridSpan w:val="3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28"/>
          </w:p>
        </w:tc>
        <w:tc>
          <w:tcPr>
            <w:tcW w:w="29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Post code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29" w:name="Text12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29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B33" w:rsidRPr="004E719F" w:rsidTr="004E719F">
        <w:trPr>
          <w:trHeight w:val="283"/>
        </w:trPr>
        <w:tc>
          <w:tcPr>
            <w:tcW w:w="4503" w:type="dxa"/>
            <w:gridSpan w:val="3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Home Tel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0" w:name="Text13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0"/>
          </w:p>
        </w:tc>
        <w:tc>
          <w:tcPr>
            <w:tcW w:w="29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NHS No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1" w:name="Text1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1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B33" w:rsidRPr="004E719F" w:rsidTr="004E719F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Alternative contact / NOK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2" w:name="Text15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2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33" w:name="Text16"/>
      <w:tr w:rsidR="00D44B33" w:rsidRPr="004E719F" w:rsidTr="004E719F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3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B33" w:rsidRPr="004E719F" w:rsidTr="004E719F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 xml:space="preserve">Delivery Address </w:t>
            </w:r>
            <w:r w:rsidRPr="004E719F">
              <w:rPr>
                <w:rFonts w:ascii="Arial" w:hAnsi="Arial" w:cs="Arial"/>
                <w:sz w:val="20"/>
                <w:szCs w:val="20"/>
                <w:u w:val="single"/>
              </w:rPr>
              <w:t>(if different to above)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4" w:name="Text17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4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35" w:name="Text18"/>
      <w:tr w:rsidR="00D44B33" w:rsidRPr="004E719F" w:rsidTr="004E719F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5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44B33" w:rsidRPr="004E719F" w:rsidTr="004E719F">
        <w:trPr>
          <w:trHeight w:val="141"/>
        </w:trPr>
        <w:tc>
          <w:tcPr>
            <w:tcW w:w="3652" w:type="dxa"/>
            <w:gridSpan w:val="2"/>
            <w:tcBorders>
              <w:top w:val="dotted" w:sz="4" w:space="0" w:color="auto"/>
              <w:left w:val="thinThickSmallGap" w:sz="24" w:space="0" w:color="auto"/>
              <w:bottom w:val="thinThickSmallGap" w:sz="24" w:space="0" w:color="auto"/>
              <w:right w:val="dotted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First language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6" w:name="Text19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6"/>
          </w:p>
        </w:tc>
        <w:tc>
          <w:tcPr>
            <w:tcW w:w="3827" w:type="dxa"/>
            <w:gridSpan w:val="3"/>
            <w:tcBorders>
              <w:top w:val="dotted" w:sz="4" w:space="0" w:color="auto"/>
              <w:left w:val="dotted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Interpreter required</w:t>
            </w:r>
            <w:r w:rsidRPr="004E719F">
              <w:rPr>
                <w:rFonts w:ascii="Arial" w:hAnsi="Arial" w:cs="Arial"/>
              </w:rPr>
              <w:t xml:space="preserve">?   No </w:t>
            </w:r>
            <w:bookmarkStart w:id="37" w:name="Check75"/>
            <w:r w:rsidRPr="004E719F">
              <w:rPr>
                <w:rFonts w:ascii="Arial" w:hAnsi="Arial" w:cs="Arial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37"/>
            <w:r w:rsidRPr="004E719F">
              <w:rPr>
                <w:rFonts w:ascii="Arial" w:hAnsi="Arial" w:cs="Arial"/>
              </w:rPr>
              <w:t xml:space="preserve">  Yes </w:t>
            </w:r>
            <w:bookmarkStart w:id="38" w:name="Check76"/>
            <w:r w:rsidRPr="004E719F">
              <w:rPr>
                <w:rFonts w:ascii="Arial" w:hAnsi="Arial" w:cs="Arial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38"/>
          </w:p>
        </w:tc>
        <w:tc>
          <w:tcPr>
            <w:tcW w:w="350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44B33" w:rsidRPr="00BC08CF" w:rsidRDefault="00D44B33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4110"/>
        <w:gridCol w:w="5494"/>
      </w:tblGrid>
      <w:tr w:rsidR="00D44B33" w:rsidRPr="004E719F" w:rsidTr="004E719F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2</w:t>
            </w:r>
          </w:p>
        </w:tc>
        <w:tc>
          <w:tcPr>
            <w:tcW w:w="960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REFERRER &amp; GP DETAILS</w:t>
            </w:r>
          </w:p>
        </w:tc>
      </w:tr>
      <w:tr w:rsidR="00D44B33" w:rsidRPr="004E719F" w:rsidTr="004E719F">
        <w:tc>
          <w:tcPr>
            <w:tcW w:w="549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double"/>
              </w:rPr>
              <w:t>REFERRED BY</w:t>
            </w:r>
            <w:r w:rsidRPr="004E719F">
              <w:rPr>
                <w:rFonts w:ascii="Arial" w:hAnsi="Arial" w:cs="Arial"/>
              </w:rPr>
              <w:t>: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Name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39" w:name="Text29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39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Profession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0" w:name="Dropdown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Please select"/>
                    <w:listEntry w:val="GP"/>
                    <w:listEntry w:val="Registered nurse"/>
                  </w:ddLis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FORMDROPDOWN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0"/>
            <w:r w:rsidRPr="004E719F">
              <w:rPr>
                <w:rFonts w:ascii="Arial" w:hAnsi="Arial" w:cs="Arial"/>
                <w:i/>
              </w:rPr>
              <w:t xml:space="preserve"> 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Address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1" w:name="Text30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1"/>
          </w:p>
          <w:bookmarkStart w:id="42" w:name="Text31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2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Tel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3" w:name="Text32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3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Fax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4" w:name="Text33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4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Email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5" w:name="Text3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5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Signature</w:t>
            </w:r>
            <w:r w:rsidRPr="004E719F">
              <w:rPr>
                <w:rFonts w:ascii="Arial" w:hAnsi="Arial" w:cs="Arial"/>
              </w:rPr>
              <w:t>: __________________________________</w:t>
            </w:r>
          </w:p>
        </w:tc>
        <w:tc>
          <w:tcPr>
            <w:tcW w:w="54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double"/>
              </w:rPr>
              <w:t>GP DETAILS</w:t>
            </w:r>
            <w:r w:rsidRPr="004E719F">
              <w:rPr>
                <w:rFonts w:ascii="Arial" w:hAnsi="Arial" w:cs="Arial"/>
              </w:rPr>
              <w:t>: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GP name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6" w:name="Text35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6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Address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7" w:name="Text36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7"/>
          </w:p>
          <w:bookmarkStart w:id="48" w:name="Text37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8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Tel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49" w:name="Text38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49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Fax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50" w:name="Text39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50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u w:val="single"/>
              </w:rPr>
              <w:t>Email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51" w:name="Text40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51"/>
          </w:p>
        </w:tc>
      </w:tr>
    </w:tbl>
    <w:p w:rsidR="00D44B33" w:rsidRPr="00EF2050" w:rsidRDefault="00D44B33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9604"/>
      </w:tblGrid>
      <w:tr w:rsidR="00D44B33" w:rsidRPr="004E719F" w:rsidTr="004E719F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3</w:t>
            </w:r>
          </w:p>
        </w:tc>
        <w:tc>
          <w:tcPr>
            <w:tcW w:w="960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DIAGNOSIS &amp; REASON FOR REFERRAL</w:t>
            </w:r>
          </w:p>
        </w:tc>
      </w:tr>
      <w:tr w:rsidR="00D44B33" w:rsidRPr="004E719F" w:rsidTr="004E719F">
        <w:trPr>
          <w:trHeight w:val="584"/>
        </w:trPr>
        <w:tc>
          <w:tcPr>
            <w:tcW w:w="10988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  <w:u w:val="double"/>
              </w:rPr>
              <w:t>DIAGNOSIS &amp; PMHx</w:t>
            </w:r>
            <w:r w:rsidRPr="004E719F">
              <w:rPr>
                <w:rFonts w:ascii="Arial" w:hAnsi="Arial" w:cs="Arial"/>
              </w:rPr>
              <w:t xml:space="preserve">: </w:t>
            </w:r>
            <w:bookmarkStart w:id="52" w:name="Text41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52"/>
          </w:p>
        </w:tc>
      </w:tr>
      <w:tr w:rsidR="00D44B33" w:rsidRPr="004E719F" w:rsidTr="004E719F">
        <w:trPr>
          <w:trHeight w:val="343"/>
        </w:trPr>
        <w:tc>
          <w:tcPr>
            <w:tcW w:w="10988" w:type="dxa"/>
            <w:gridSpan w:val="2"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E719F">
              <w:rPr>
                <w:rFonts w:ascii="Arial" w:hAnsi="Arial" w:cs="Arial"/>
                <w:b/>
                <w:sz w:val="24"/>
                <w:szCs w:val="24"/>
              </w:rPr>
              <w:t>Is client inpatient?</w:t>
            </w:r>
            <w:r w:rsidRPr="004E719F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  <w:t xml:space="preserve">No </w:t>
            </w:r>
            <w:bookmarkStart w:id="53" w:name="Check82"/>
            <w:r w:rsidRPr="004E719F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53"/>
            <w:r w:rsidRPr="004E719F">
              <w:rPr>
                <w:rFonts w:ascii="Arial" w:hAnsi="Arial" w:cs="Arial"/>
                <w:b/>
                <w:sz w:val="24"/>
                <w:szCs w:val="24"/>
              </w:rPr>
              <w:t xml:space="preserve">    Yes </w:t>
            </w:r>
            <w:bookmarkStart w:id="54" w:name="Check83"/>
            <w:r w:rsidRPr="004E719F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</w:r>
            <w:r w:rsidRPr="004E719F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54"/>
            <w:r w:rsidRPr="004E719F">
              <w:rPr>
                <w:rFonts w:ascii="Arial" w:hAnsi="Arial" w:cs="Arial"/>
                <w:b/>
                <w:sz w:val="24"/>
                <w:szCs w:val="24"/>
              </w:rPr>
              <w:t xml:space="preserve">  Discharge date (mandatory if inpatient)</w:t>
            </w:r>
            <w:r w:rsidRPr="004E719F">
              <w:rPr>
                <w:rFonts w:ascii="Arial" w:hAnsi="Arial" w:cs="Arial"/>
                <w:sz w:val="24"/>
                <w:szCs w:val="24"/>
              </w:rPr>
              <w:t xml:space="preserve">: </w:t>
            </w:r>
            <w:bookmarkStart w:id="55" w:name="Text42"/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end"/>
            </w:r>
            <w:bookmarkEnd w:id="55"/>
            <w:r w:rsidRPr="004E719F">
              <w:rPr>
                <w:rFonts w:ascii="Arial" w:hAnsi="Arial" w:cs="Arial"/>
                <w:sz w:val="24"/>
                <w:szCs w:val="24"/>
              </w:rPr>
              <w:t>/</w:t>
            </w:r>
            <w:bookmarkStart w:id="56" w:name="Text43"/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end"/>
            </w:r>
            <w:bookmarkEnd w:id="56"/>
            <w:r w:rsidRPr="004E719F">
              <w:rPr>
                <w:rFonts w:ascii="Arial" w:hAnsi="Arial" w:cs="Arial"/>
                <w:sz w:val="24"/>
                <w:szCs w:val="24"/>
              </w:rPr>
              <w:t>/</w:t>
            </w:r>
            <w:bookmarkStart w:id="57" w:name="Text44"/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4E719F">
              <w:rPr>
                <w:rFonts w:ascii="Arial" w:hAnsi="Arial" w:cs="Arial"/>
                <w:i/>
                <w:sz w:val="24"/>
                <w:szCs w:val="24"/>
              </w:rPr>
              <w:fldChar w:fldCharType="end"/>
            </w:r>
            <w:bookmarkEnd w:id="57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E719F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                                                    </w:t>
            </w:r>
            <w:r w:rsidRPr="004E719F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*** If no discharge date, the referral will be returned.***</w:t>
            </w:r>
          </w:p>
        </w:tc>
      </w:tr>
      <w:tr w:rsidR="00D44B33" w:rsidRPr="004E719F" w:rsidTr="004E719F">
        <w:tc>
          <w:tcPr>
            <w:tcW w:w="10988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REASON FOR REFERRAL</w:t>
            </w:r>
          </w:p>
        </w:tc>
      </w:tr>
      <w:tr w:rsidR="00D44B33" w:rsidRPr="004E719F" w:rsidTr="004E719F">
        <w:trPr>
          <w:trHeight w:val="403"/>
        </w:trPr>
        <w:tc>
          <w:tcPr>
            <w:tcW w:w="10988" w:type="dxa"/>
            <w:gridSpan w:val="2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 xml:space="preserve">New Wheelchair User </w:t>
            </w:r>
            <w:bookmarkStart w:id="58" w:name="Check84"/>
            <w:r w:rsidRPr="004E719F">
              <w:rPr>
                <w:rFonts w:ascii="Arial" w:hAnsi="Arial" w:cs="Arial"/>
                <w:b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b/>
              </w:rPr>
              <w:instrText xml:space="preserve"> FORMCHECKBOX </w:instrText>
            </w:r>
            <w:r w:rsidRPr="004E719F">
              <w:rPr>
                <w:rFonts w:ascii="Arial" w:hAnsi="Arial" w:cs="Arial"/>
                <w:b/>
              </w:rPr>
            </w:r>
            <w:r w:rsidRPr="004E719F">
              <w:rPr>
                <w:rFonts w:ascii="Arial" w:hAnsi="Arial" w:cs="Arial"/>
                <w:b/>
              </w:rPr>
              <w:fldChar w:fldCharType="end"/>
            </w:r>
            <w:bookmarkEnd w:id="58"/>
          </w:p>
        </w:tc>
      </w:tr>
      <w:tr w:rsidR="00D44B33" w:rsidRPr="004E719F" w:rsidTr="004E719F">
        <w:trPr>
          <w:trHeight w:val="1611"/>
        </w:trPr>
        <w:tc>
          <w:tcPr>
            <w:tcW w:w="1098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 xml:space="preserve">Current Wheelchair User </w:t>
            </w:r>
            <w:bookmarkStart w:id="59" w:name="Check85"/>
            <w:r w:rsidRPr="004E719F">
              <w:rPr>
                <w:rFonts w:ascii="Arial" w:hAnsi="Arial" w:cs="Arial"/>
                <w:b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b/>
              </w:rPr>
              <w:instrText xml:space="preserve"> FORMCHECKBOX </w:instrText>
            </w:r>
            <w:r w:rsidRPr="004E719F">
              <w:rPr>
                <w:rFonts w:ascii="Arial" w:hAnsi="Arial" w:cs="Arial"/>
                <w:b/>
              </w:rPr>
            </w:r>
            <w:r w:rsidRPr="004E719F">
              <w:rPr>
                <w:rFonts w:ascii="Arial" w:hAnsi="Arial" w:cs="Arial"/>
                <w:b/>
              </w:rPr>
              <w:fldChar w:fldCharType="end"/>
            </w:r>
            <w:bookmarkEnd w:id="59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Current Wheelchair Equipment</w:t>
            </w:r>
            <w:r w:rsidRPr="004E719F">
              <w:rPr>
                <w:rFonts w:ascii="Arial" w:hAnsi="Arial" w:cs="Arial"/>
                <w:b/>
              </w:rPr>
              <w:t xml:space="preserve">: </w:t>
            </w:r>
            <w:bookmarkStart w:id="60" w:name="Text45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60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Reason for review</w:t>
            </w:r>
            <w:r w:rsidRPr="004E719F">
              <w:rPr>
                <w:rFonts w:ascii="Arial" w:hAnsi="Arial" w:cs="Arial"/>
                <w:b/>
              </w:rPr>
              <w:t xml:space="preserve">: </w:t>
            </w:r>
            <w:bookmarkStart w:id="61" w:name="Text46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61"/>
          </w:p>
        </w:tc>
      </w:tr>
      <w:tr w:rsidR="00D44B33" w:rsidRPr="004E719F" w:rsidTr="004E719F">
        <w:trPr>
          <w:trHeight w:val="557"/>
        </w:trPr>
        <w:tc>
          <w:tcPr>
            <w:tcW w:w="10988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 xml:space="preserve">Do you have any knowledge of incidents that may affect staff visiting client alone (i.e. alcohol misuse, incidence of violence, etc.)     Yes </w:t>
            </w:r>
            <w:bookmarkStart w:id="62" w:name="Check89"/>
            <w:r w:rsidRPr="004E719F">
              <w:rPr>
                <w:rFonts w:ascii="Arial" w:hAnsi="Arial" w:cs="Arial"/>
                <w:b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b/>
              </w:rPr>
              <w:instrText xml:space="preserve"> FORMCHECKBOX </w:instrText>
            </w:r>
            <w:r w:rsidRPr="004E719F">
              <w:rPr>
                <w:rFonts w:ascii="Arial" w:hAnsi="Arial" w:cs="Arial"/>
                <w:b/>
              </w:rPr>
            </w:r>
            <w:r w:rsidRPr="004E719F">
              <w:rPr>
                <w:rFonts w:ascii="Arial" w:hAnsi="Arial" w:cs="Arial"/>
                <w:b/>
              </w:rPr>
              <w:fldChar w:fldCharType="end"/>
            </w:r>
            <w:bookmarkEnd w:id="62"/>
            <w:r w:rsidRPr="004E719F">
              <w:rPr>
                <w:rFonts w:ascii="Arial" w:hAnsi="Arial" w:cs="Arial"/>
                <w:b/>
              </w:rPr>
              <w:t xml:space="preserve">                               No </w:t>
            </w:r>
            <w:bookmarkStart w:id="63" w:name="Check90"/>
            <w:r w:rsidRPr="004E719F">
              <w:rPr>
                <w:rFonts w:ascii="Arial" w:hAnsi="Arial" w:cs="Arial"/>
                <w:b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  <w:b/>
              </w:rPr>
              <w:instrText xml:space="preserve"> FORMCHECKBOX </w:instrText>
            </w:r>
            <w:r w:rsidRPr="004E719F">
              <w:rPr>
                <w:rFonts w:ascii="Arial" w:hAnsi="Arial" w:cs="Arial"/>
                <w:b/>
              </w:rPr>
            </w:r>
            <w:r w:rsidRPr="004E719F">
              <w:rPr>
                <w:rFonts w:ascii="Arial" w:hAnsi="Arial" w:cs="Arial"/>
                <w:b/>
              </w:rPr>
              <w:fldChar w:fldCharType="end"/>
            </w:r>
            <w:bookmarkEnd w:id="63"/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</w:rPr>
              <w:t xml:space="preserve">Details: </w:t>
            </w:r>
            <w:bookmarkStart w:id="64" w:name="Text78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64"/>
          </w:p>
        </w:tc>
      </w:tr>
    </w:tbl>
    <w:p w:rsidR="00D44B33" w:rsidRDefault="00D44B33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  <w:gridCol w:w="5494"/>
      </w:tblGrid>
      <w:tr w:rsidR="00D44B33" w:rsidRPr="004E719F" w:rsidTr="004E719F">
        <w:trPr>
          <w:jc w:val="center"/>
        </w:trPr>
        <w:tc>
          <w:tcPr>
            <w:tcW w:w="5494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19F">
              <w:rPr>
                <w:rFonts w:ascii="Arial" w:hAnsi="Arial" w:cs="Arial"/>
                <w:sz w:val="20"/>
                <w:szCs w:val="20"/>
              </w:rPr>
              <w:t xml:space="preserve">Client Name: </w:t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E719F">
              <w:rPr>
                <w:rFonts w:ascii="Arial" w:hAnsi="Arial" w:cs="Arial"/>
                <w:sz w:val="20"/>
                <w:szCs w:val="20"/>
              </w:rPr>
              <w:instrText xml:space="preserve"> REF ClientName \h </w:instrText>
            </w:r>
            <w:r w:rsidRPr="004E719F">
              <w:rPr>
                <w:rFonts w:ascii="Arial" w:hAnsi="Arial" w:cs="Arial"/>
                <w:sz w:val="20"/>
                <w:szCs w:val="20"/>
              </w:rPr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E719F">
              <w:rPr>
                <w:rFonts w:ascii="Arial" w:hAnsi="Arial" w:cs="Arial"/>
                <w:sz w:val="20"/>
                <w:szCs w:val="20"/>
              </w:rPr>
              <w:instrText xml:space="preserve"> REF Check1 \h </w:instrText>
            </w:r>
            <w:r w:rsidRPr="004E719F">
              <w:rPr>
                <w:rFonts w:ascii="Arial" w:hAnsi="Arial" w:cs="Arial"/>
                <w:sz w:val="20"/>
                <w:szCs w:val="20"/>
              </w:rPr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94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719F">
              <w:rPr>
                <w:rFonts w:ascii="Arial" w:hAnsi="Arial" w:cs="Arial"/>
                <w:sz w:val="20"/>
                <w:szCs w:val="20"/>
              </w:rPr>
              <w:t xml:space="preserve">NHS no: </w:t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E719F">
              <w:rPr>
                <w:rFonts w:ascii="Arial" w:hAnsi="Arial" w:cs="Arial"/>
                <w:sz w:val="20"/>
                <w:szCs w:val="20"/>
              </w:rPr>
              <w:instrText xml:space="preserve"> REF NHSNo \h </w:instrText>
            </w:r>
            <w:r w:rsidRPr="004E719F">
              <w:rPr>
                <w:rFonts w:ascii="Arial" w:hAnsi="Arial" w:cs="Arial"/>
                <w:sz w:val="20"/>
                <w:szCs w:val="20"/>
              </w:rPr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4E71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44B33" w:rsidRPr="00173AB7" w:rsidRDefault="00D44B33" w:rsidP="00CA44BB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418"/>
        <w:gridCol w:w="8186"/>
      </w:tblGrid>
      <w:tr w:rsidR="00D44B33" w:rsidRPr="004E719F" w:rsidTr="004E719F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4</w:t>
            </w:r>
          </w:p>
        </w:tc>
        <w:tc>
          <w:tcPr>
            <w:tcW w:w="960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FUNCTIONAL ABILITY / IMPAIRMENT</w:t>
            </w:r>
          </w:p>
        </w:tc>
      </w:tr>
      <w:tr w:rsidR="00D44B33" w:rsidRPr="004E719F" w:rsidTr="004E719F">
        <w:tc>
          <w:tcPr>
            <w:tcW w:w="2802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8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19F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Current medical status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 xml:space="preserve">Stable </w:t>
            </w:r>
            <w:bookmarkStart w:id="65" w:name="Check86"/>
            <w:r w:rsidRPr="004E719F">
              <w:rPr>
                <w:rFonts w:ascii="Arial" w:hAnsi="Arial" w:cs="Arial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65"/>
            <w:r w:rsidRPr="004E719F">
              <w:rPr>
                <w:rFonts w:ascii="Arial" w:hAnsi="Arial" w:cs="Arial"/>
              </w:rPr>
              <w:t xml:space="preserve">         Deteriorating </w:t>
            </w:r>
            <w:bookmarkStart w:id="66" w:name="Check87"/>
            <w:r w:rsidRPr="004E719F">
              <w:rPr>
                <w:rFonts w:ascii="Arial" w:hAnsi="Arial" w:cs="Arial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66"/>
            <w:r w:rsidRPr="004E719F">
              <w:rPr>
                <w:rFonts w:ascii="Arial" w:hAnsi="Arial" w:cs="Arial"/>
              </w:rPr>
              <w:t xml:space="preserve">         Improving </w:t>
            </w:r>
            <w:bookmarkStart w:id="67" w:name="Check88"/>
            <w:r w:rsidRPr="004E719F">
              <w:rPr>
                <w:rFonts w:ascii="Arial" w:hAnsi="Arial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67"/>
          </w:p>
          <w:bookmarkStart w:id="68" w:name="Text79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FORMTEXT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separate"/>
            </w:r>
            <w:r w:rsidRPr="004E719F">
              <w:rPr>
                <w:rFonts w:ascii="Arial" w:hAnsi="Arial" w:cs="Arial"/>
                <w:noProof/>
              </w:rPr>
              <w:t> </w:t>
            </w:r>
            <w:r w:rsidRPr="004E719F">
              <w:rPr>
                <w:rFonts w:ascii="Arial" w:hAnsi="Arial" w:cs="Arial"/>
                <w:noProof/>
              </w:rPr>
              <w:t> </w:t>
            </w:r>
            <w:r w:rsidRPr="004E719F">
              <w:rPr>
                <w:rFonts w:ascii="Arial" w:hAnsi="Arial" w:cs="Arial"/>
                <w:noProof/>
              </w:rPr>
              <w:t> </w:t>
            </w:r>
            <w:r w:rsidRPr="004E719F">
              <w:rPr>
                <w:rFonts w:ascii="Arial" w:hAnsi="Arial" w:cs="Arial"/>
                <w:noProof/>
              </w:rPr>
              <w:t> </w:t>
            </w:r>
            <w:r w:rsidRPr="004E719F">
              <w:rPr>
                <w:rFonts w:ascii="Arial" w:hAnsi="Arial" w:cs="Arial"/>
                <w:noProof/>
              </w:rPr>
              <w:t> </w:t>
            </w:r>
            <w:r w:rsidRPr="004E719F">
              <w:rPr>
                <w:rFonts w:ascii="Arial" w:hAnsi="Arial" w:cs="Arial"/>
              </w:rPr>
              <w:fldChar w:fldCharType="end"/>
            </w:r>
            <w:bookmarkEnd w:id="68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 xml:space="preserve">Mobility indoors 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walking aids, distance): </w:t>
            </w:r>
            <w:bookmarkStart w:id="69" w:name="Text50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69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Mobility outdoors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walking aids, distance): </w:t>
            </w:r>
            <w:bookmarkStart w:id="70" w:name="Text51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0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Pressure areas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grade, location, duration of sores): </w:t>
            </w:r>
            <w:bookmarkStart w:id="71" w:name="Text53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1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Use of arms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ROM, strength, to self-propel): </w:t>
            </w:r>
            <w:bookmarkStart w:id="72" w:name="Text5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2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Use of legs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contractures, ROM): </w:t>
            </w:r>
            <w:bookmarkStart w:id="73" w:name="Text55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3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Cognitive / Perceptual deficits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719F">
              <w:rPr>
                <w:rFonts w:ascii="Arial" w:hAnsi="Arial" w:cs="Arial"/>
                <w:sz w:val="18"/>
                <w:szCs w:val="18"/>
              </w:rPr>
              <w:t xml:space="preserve">Details (e.g. memory, neglect, learning difficulty): </w:t>
            </w:r>
            <w:bookmarkStart w:id="74" w:name="Text59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4"/>
          </w:p>
        </w:tc>
      </w:tr>
      <w:tr w:rsidR="00D44B33" w:rsidRPr="004E719F" w:rsidTr="004E719F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Visual deficits</w:t>
            </w:r>
          </w:p>
        </w:tc>
        <w:tc>
          <w:tcPr>
            <w:tcW w:w="818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hemianopia, glasses): </w:t>
            </w:r>
            <w:bookmarkStart w:id="75" w:name="Text60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75"/>
          </w:p>
        </w:tc>
      </w:tr>
    </w:tbl>
    <w:p w:rsidR="00D44B33" w:rsidRPr="004F6689" w:rsidRDefault="00D44B33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126"/>
        <w:gridCol w:w="1843"/>
        <w:gridCol w:w="5635"/>
      </w:tblGrid>
      <w:tr w:rsidR="00D44B33" w:rsidRPr="004E719F" w:rsidTr="004E719F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5</w:t>
            </w:r>
          </w:p>
        </w:tc>
        <w:tc>
          <w:tcPr>
            <w:tcW w:w="960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ENVIRONMENTAL &amp; SOCIAL FACTORS</w:t>
            </w:r>
          </w:p>
        </w:tc>
      </w:tr>
      <w:tr w:rsidR="00D44B33" w:rsidRPr="004E719F" w:rsidTr="004E719F">
        <w:tc>
          <w:tcPr>
            <w:tcW w:w="10988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SOCIAL FACTORS</w:t>
            </w:r>
          </w:p>
        </w:tc>
      </w:tr>
      <w:tr w:rsidR="00D44B33" w:rsidRPr="004E719F" w:rsidTr="004E719F">
        <w:tc>
          <w:tcPr>
            <w:tcW w:w="3510" w:type="dxa"/>
            <w:gridSpan w:val="2"/>
            <w:tcBorders>
              <w:lef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Does client live alone?</w:t>
            </w:r>
          </w:p>
        </w:tc>
        <w:bookmarkStart w:id="76" w:name="Check10"/>
        <w:tc>
          <w:tcPr>
            <w:tcW w:w="1843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76"/>
            <w:r w:rsidRPr="004E719F">
              <w:rPr>
                <w:rFonts w:ascii="Arial" w:hAnsi="Arial" w:cs="Arial"/>
              </w:rPr>
              <w:t xml:space="preserve"> Yes</w:t>
            </w:r>
          </w:p>
          <w:bookmarkStart w:id="77" w:name="Check11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77"/>
            <w:r w:rsidRPr="004E719F">
              <w:rPr>
                <w:rFonts w:ascii="Arial" w:hAnsi="Arial" w:cs="Arial"/>
              </w:rPr>
              <w:t xml:space="preserve"> No</w:t>
            </w:r>
          </w:p>
        </w:tc>
        <w:bookmarkStart w:id="78" w:name="Check18"/>
        <w:tc>
          <w:tcPr>
            <w:tcW w:w="5635" w:type="dxa"/>
            <w:tcBorders>
              <w:righ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78"/>
            <w:r w:rsidRPr="004E719F">
              <w:rPr>
                <w:rFonts w:ascii="Arial" w:hAnsi="Arial" w:cs="Arial"/>
              </w:rPr>
              <w:t xml:space="preserve"> with family   </w:t>
            </w:r>
            <w:bookmarkStart w:id="79" w:name="Check19"/>
            <w:r w:rsidRPr="004E719F">
              <w:rPr>
                <w:rFonts w:ascii="Arial" w:hAnsi="Arial" w:cs="Arial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79"/>
            <w:r w:rsidRPr="004E719F">
              <w:rPr>
                <w:rFonts w:ascii="Arial" w:hAnsi="Arial" w:cs="Arial"/>
              </w:rPr>
              <w:t xml:space="preserve"> 24 hour care   </w:t>
            </w:r>
            <w:bookmarkStart w:id="80" w:name="Check20"/>
            <w:r w:rsidRPr="004E719F">
              <w:rPr>
                <w:rFonts w:ascii="Arial" w:hAnsi="Arial" w:cs="Arial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0"/>
            <w:r w:rsidRPr="004E719F">
              <w:rPr>
                <w:rFonts w:ascii="Arial" w:hAnsi="Arial" w:cs="Arial"/>
              </w:rPr>
              <w:t xml:space="preserve"> Other</w:t>
            </w:r>
          </w:p>
          <w:bookmarkStart w:id="81" w:name="Text9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81"/>
          </w:p>
        </w:tc>
      </w:tr>
      <w:tr w:rsidR="00D44B33" w:rsidRPr="004E719F" w:rsidTr="004E719F">
        <w:tc>
          <w:tcPr>
            <w:tcW w:w="3510" w:type="dxa"/>
            <w:gridSpan w:val="2"/>
            <w:tcBorders>
              <w:lef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Is there a care package in place?</w:t>
            </w:r>
          </w:p>
        </w:tc>
        <w:bookmarkStart w:id="82" w:name="Check12"/>
        <w:tc>
          <w:tcPr>
            <w:tcW w:w="1843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2"/>
            <w:r w:rsidRPr="004E719F">
              <w:rPr>
                <w:rFonts w:ascii="Arial" w:hAnsi="Arial" w:cs="Arial"/>
              </w:rPr>
              <w:t xml:space="preserve"> Yes</w:t>
            </w:r>
          </w:p>
          <w:bookmarkStart w:id="83" w:name="Check13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3"/>
            <w:r w:rsidRPr="004E719F">
              <w:rPr>
                <w:rFonts w:ascii="Arial" w:hAnsi="Arial" w:cs="Arial"/>
              </w:rPr>
              <w:t xml:space="preserve"> No</w:t>
            </w:r>
          </w:p>
        </w:tc>
        <w:tc>
          <w:tcPr>
            <w:tcW w:w="5635" w:type="dxa"/>
            <w:tcBorders>
              <w:righ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 (e.g. frequency, number of carers): </w:t>
            </w:r>
            <w:bookmarkStart w:id="84" w:name="Text64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84"/>
          </w:p>
        </w:tc>
      </w:tr>
      <w:tr w:rsidR="00D44B33" w:rsidRPr="004E719F" w:rsidTr="004E719F">
        <w:tc>
          <w:tcPr>
            <w:tcW w:w="3510" w:type="dxa"/>
            <w:gridSpan w:val="2"/>
            <w:tcBorders>
              <w:lef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Who will push the wheelchair?</w:t>
            </w:r>
          </w:p>
        </w:tc>
        <w:bookmarkStart w:id="85" w:name="Check14"/>
        <w:tc>
          <w:tcPr>
            <w:tcW w:w="1843" w:type="dxa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5"/>
            <w:r w:rsidRPr="004E719F">
              <w:rPr>
                <w:rFonts w:ascii="Arial" w:hAnsi="Arial" w:cs="Arial"/>
              </w:rPr>
              <w:t xml:space="preserve"> User</w:t>
            </w:r>
          </w:p>
          <w:bookmarkStart w:id="86" w:name="Check15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6"/>
            <w:r w:rsidRPr="004E719F">
              <w:rPr>
                <w:rFonts w:ascii="Arial" w:hAnsi="Arial" w:cs="Arial"/>
              </w:rPr>
              <w:t xml:space="preserve"> Family/Carer</w:t>
            </w:r>
          </w:p>
        </w:tc>
        <w:bookmarkStart w:id="87" w:name="Text65"/>
        <w:tc>
          <w:tcPr>
            <w:tcW w:w="5635" w:type="dxa"/>
            <w:tcBorders>
              <w:righ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87"/>
          </w:p>
        </w:tc>
      </w:tr>
      <w:tr w:rsidR="00D44B33" w:rsidRPr="004E719F" w:rsidTr="004E719F">
        <w:tc>
          <w:tcPr>
            <w:tcW w:w="351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Does the carer have any health concerns?</w:t>
            </w:r>
          </w:p>
        </w:tc>
        <w:bookmarkStart w:id="88" w:name="Check16"/>
        <w:tc>
          <w:tcPr>
            <w:tcW w:w="1843" w:type="dxa"/>
            <w:tcBorders>
              <w:bottom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8"/>
            <w:r w:rsidRPr="004E719F">
              <w:rPr>
                <w:rFonts w:ascii="Arial" w:hAnsi="Arial" w:cs="Arial"/>
              </w:rPr>
              <w:t xml:space="preserve"> Yes</w:t>
            </w:r>
          </w:p>
          <w:bookmarkStart w:id="89" w:name="Check17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89"/>
            <w:r w:rsidRPr="004E719F">
              <w:rPr>
                <w:rFonts w:ascii="Arial" w:hAnsi="Arial" w:cs="Arial"/>
              </w:rPr>
              <w:t xml:space="preserve"> No</w:t>
            </w:r>
          </w:p>
        </w:tc>
        <w:tc>
          <w:tcPr>
            <w:tcW w:w="5635" w:type="dxa"/>
            <w:tcBorders>
              <w:bottom w:val="double" w:sz="4" w:space="0" w:color="auto"/>
              <w:righ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i/>
                <w:sz w:val="18"/>
                <w:szCs w:val="18"/>
              </w:rPr>
              <w:t xml:space="preserve">Details: </w:t>
            </w:r>
            <w:bookmarkStart w:id="90" w:name="Text66"/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90"/>
          </w:p>
        </w:tc>
      </w:tr>
    </w:tbl>
    <w:p w:rsidR="00D44B33" w:rsidRPr="0098413F" w:rsidRDefault="00D44B33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25"/>
        <w:gridCol w:w="1840"/>
        <w:gridCol w:w="1382"/>
        <w:gridCol w:w="3029"/>
        <w:gridCol w:w="1115"/>
        <w:gridCol w:w="2238"/>
      </w:tblGrid>
      <w:tr w:rsidR="00D44B33" w:rsidRPr="004E719F" w:rsidTr="004E719F">
        <w:tc>
          <w:tcPr>
            <w:tcW w:w="13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6</w:t>
            </w:r>
          </w:p>
        </w:tc>
        <w:tc>
          <w:tcPr>
            <w:tcW w:w="960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WHEELCHAIR REQUESTED</w:t>
            </w:r>
          </w:p>
        </w:tc>
      </w:tr>
      <w:tr w:rsidR="00D44B33" w:rsidRPr="004E719F" w:rsidTr="004E719F">
        <w:trPr>
          <w:trHeight w:val="414"/>
        </w:trPr>
        <w:tc>
          <w:tcPr>
            <w:tcW w:w="1098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Manual Wheelchair</w:t>
            </w:r>
          </w:p>
        </w:tc>
      </w:tr>
      <w:bookmarkStart w:id="91" w:name="Check29"/>
      <w:tr w:rsidR="00D44B33" w:rsidRPr="004E719F" w:rsidTr="004E719F"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1"/>
          </w:p>
        </w:tc>
        <w:tc>
          <w:tcPr>
            <w:tcW w:w="6676" w:type="dxa"/>
            <w:gridSpan w:val="4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Manual Self-Propel Wheelchair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E719F">
              <w:rPr>
                <w:rFonts w:ascii="Arial" w:hAnsi="Arial" w:cs="Arial"/>
                <w:i/>
                <w:sz w:val="20"/>
                <w:szCs w:val="20"/>
              </w:rPr>
              <w:t>(User will push him/herself in the wheelchair)</w:t>
            </w:r>
          </w:p>
        </w:tc>
        <w:bookmarkStart w:id="92" w:name="Check31"/>
        <w:tc>
          <w:tcPr>
            <w:tcW w:w="3353" w:type="dxa"/>
            <w:gridSpan w:val="2"/>
            <w:tcBorders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2"/>
            <w:r w:rsidRPr="004E719F">
              <w:rPr>
                <w:rFonts w:ascii="Arial" w:hAnsi="Arial" w:cs="Arial"/>
              </w:rPr>
              <w:t xml:space="preserve"> Indoor</w:t>
            </w:r>
          </w:p>
          <w:bookmarkStart w:id="93" w:name="Check32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3"/>
            <w:r w:rsidRPr="004E719F">
              <w:rPr>
                <w:rFonts w:ascii="Arial" w:hAnsi="Arial" w:cs="Arial"/>
              </w:rPr>
              <w:t xml:space="preserve"> Outdoor</w:t>
            </w:r>
          </w:p>
        </w:tc>
      </w:tr>
      <w:bookmarkStart w:id="94" w:name="Check30"/>
      <w:tr w:rsidR="00D44B33" w:rsidRPr="004E719F" w:rsidTr="004E719F"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4"/>
          </w:p>
        </w:tc>
        <w:tc>
          <w:tcPr>
            <w:tcW w:w="6676" w:type="dxa"/>
            <w:gridSpan w:val="4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Manual Attendant Propel Wheelchair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E719F">
              <w:rPr>
                <w:rFonts w:ascii="Arial" w:hAnsi="Arial" w:cs="Arial"/>
                <w:i/>
                <w:sz w:val="20"/>
                <w:szCs w:val="20"/>
              </w:rPr>
              <w:t>(User requires an attendant to push him/her in the wheelchair)</w:t>
            </w:r>
          </w:p>
        </w:tc>
        <w:bookmarkStart w:id="95" w:name="Check33"/>
        <w:tc>
          <w:tcPr>
            <w:tcW w:w="3353" w:type="dxa"/>
            <w:gridSpan w:val="2"/>
            <w:tcBorders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5"/>
            <w:r w:rsidRPr="004E719F">
              <w:rPr>
                <w:rFonts w:ascii="Arial" w:hAnsi="Arial" w:cs="Arial"/>
              </w:rPr>
              <w:t xml:space="preserve"> Indoor</w:t>
            </w:r>
          </w:p>
          <w:bookmarkStart w:id="96" w:name="Check34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6"/>
            <w:r w:rsidRPr="004E719F">
              <w:rPr>
                <w:rFonts w:ascii="Arial" w:hAnsi="Arial" w:cs="Arial"/>
              </w:rPr>
              <w:t xml:space="preserve"> Outdoor</w:t>
            </w:r>
          </w:p>
        </w:tc>
      </w:tr>
      <w:bookmarkStart w:id="97" w:name="Check35"/>
      <w:tr w:rsidR="00D44B33" w:rsidRPr="004E719F" w:rsidTr="004E719F">
        <w:tc>
          <w:tcPr>
            <w:tcW w:w="959" w:type="dxa"/>
            <w:vMerge w:val="restart"/>
            <w:tcBorders>
              <w:lef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7"/>
          </w:p>
        </w:tc>
        <w:tc>
          <w:tcPr>
            <w:tcW w:w="2265" w:type="dxa"/>
            <w:gridSpan w:val="2"/>
            <w:vMerge w:val="restart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4E719F">
              <w:rPr>
                <w:rFonts w:ascii="Arial" w:hAnsi="Arial" w:cs="Arial"/>
                <w:b/>
                <w:u w:val="single"/>
              </w:rPr>
              <w:t>Electric Powered Wheelchair</w:t>
            </w:r>
          </w:p>
        </w:tc>
        <w:bookmarkStart w:id="98" w:name="Check38"/>
        <w:tc>
          <w:tcPr>
            <w:tcW w:w="1382" w:type="dxa"/>
            <w:vMerge w:val="restart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8"/>
            <w:r w:rsidRPr="004E719F">
              <w:rPr>
                <w:rFonts w:ascii="Arial" w:hAnsi="Arial" w:cs="Arial"/>
              </w:rPr>
              <w:t xml:space="preserve"> Indoor</w:t>
            </w:r>
          </w:p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  <w:bookmarkStart w:id="99" w:name="Check39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99"/>
            <w:r w:rsidRPr="004E719F">
              <w:rPr>
                <w:rFonts w:ascii="Arial" w:hAnsi="Arial" w:cs="Arial"/>
              </w:rPr>
              <w:t xml:space="preserve"> Outdoor</w:t>
            </w:r>
          </w:p>
        </w:tc>
        <w:tc>
          <w:tcPr>
            <w:tcW w:w="4144" w:type="dxa"/>
            <w:gridSpan w:val="2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Is client able to walk indoors?</w:t>
            </w:r>
          </w:p>
        </w:tc>
        <w:bookmarkStart w:id="100" w:name="Check40"/>
        <w:tc>
          <w:tcPr>
            <w:tcW w:w="2238" w:type="dxa"/>
            <w:tcBorders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00"/>
            <w:r w:rsidRPr="004E719F">
              <w:rPr>
                <w:rFonts w:ascii="Arial" w:hAnsi="Arial" w:cs="Arial"/>
              </w:rPr>
              <w:t xml:space="preserve"> No</w:t>
            </w:r>
          </w:p>
          <w:bookmarkStart w:id="101" w:name="Check41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01"/>
            <w:r w:rsidRPr="004E719F">
              <w:rPr>
                <w:rFonts w:ascii="Arial" w:hAnsi="Arial" w:cs="Arial"/>
              </w:rPr>
              <w:t xml:space="preserve"> Yes – not eligible</w:t>
            </w:r>
          </w:p>
        </w:tc>
      </w:tr>
      <w:tr w:rsidR="00D44B33" w:rsidRPr="004E719F" w:rsidTr="004E719F">
        <w:tc>
          <w:tcPr>
            <w:tcW w:w="959" w:type="dxa"/>
            <w:vMerge/>
            <w:tcBorders>
              <w:lef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vMerge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vMerge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44" w:type="dxa"/>
            <w:gridSpan w:val="2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Is client able to self-propel a manual wheelchair indoors?</w:t>
            </w:r>
          </w:p>
        </w:tc>
        <w:bookmarkStart w:id="102" w:name="Check42"/>
        <w:tc>
          <w:tcPr>
            <w:tcW w:w="2238" w:type="dxa"/>
            <w:tcBorders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02"/>
            <w:r w:rsidRPr="004E719F">
              <w:rPr>
                <w:rFonts w:ascii="Arial" w:hAnsi="Arial" w:cs="Arial"/>
              </w:rPr>
              <w:t xml:space="preserve"> No</w:t>
            </w:r>
          </w:p>
          <w:bookmarkStart w:id="103" w:name="Check43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03"/>
            <w:r w:rsidRPr="004E719F">
              <w:rPr>
                <w:rFonts w:ascii="Arial" w:hAnsi="Arial" w:cs="Arial"/>
              </w:rPr>
              <w:t xml:space="preserve"> Yes – not eligible</w:t>
            </w:r>
          </w:p>
        </w:tc>
      </w:tr>
      <w:tr w:rsidR="00D44B33" w:rsidRPr="004E719F" w:rsidTr="004E719F">
        <w:tc>
          <w:tcPr>
            <w:tcW w:w="959" w:type="dxa"/>
            <w:vMerge/>
            <w:tcBorders>
              <w:lef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2"/>
            <w:vMerge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vMerge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44" w:type="dxa"/>
            <w:gridSpan w:val="2"/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t>Does the client suffer from epilepsy?</w:t>
            </w:r>
          </w:p>
        </w:tc>
        <w:bookmarkStart w:id="104" w:name="Check44"/>
        <w:tc>
          <w:tcPr>
            <w:tcW w:w="2238" w:type="dxa"/>
            <w:tcBorders>
              <w:right w:val="double" w:sz="4" w:space="0" w:color="auto"/>
            </w:tcBorders>
            <w:vAlign w:val="center"/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04"/>
            <w:r w:rsidRPr="004E719F">
              <w:rPr>
                <w:rFonts w:ascii="Arial" w:hAnsi="Arial" w:cs="Arial"/>
              </w:rPr>
              <w:t xml:space="preserve"> No</w:t>
            </w:r>
          </w:p>
          <w:bookmarkStart w:id="105" w:name="Check45"/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9F">
              <w:rPr>
                <w:rFonts w:ascii="Arial" w:hAnsi="Arial" w:cs="Arial"/>
              </w:rPr>
              <w:instrText xml:space="preserve"> FORMCHECKBOX </w:instrText>
            </w:r>
            <w:r w:rsidRPr="004E719F">
              <w:rPr>
                <w:rFonts w:ascii="Arial" w:hAnsi="Arial" w:cs="Arial"/>
              </w:rPr>
            </w:r>
            <w:r w:rsidRPr="004E719F">
              <w:rPr>
                <w:rFonts w:ascii="Arial" w:hAnsi="Arial" w:cs="Arial"/>
              </w:rPr>
              <w:fldChar w:fldCharType="end"/>
            </w:r>
            <w:bookmarkEnd w:id="105"/>
            <w:r w:rsidRPr="004E719F">
              <w:rPr>
                <w:rFonts w:ascii="Arial" w:hAnsi="Arial" w:cs="Arial"/>
              </w:rPr>
              <w:t xml:space="preserve"> Yes – not eligible</w:t>
            </w:r>
          </w:p>
        </w:tc>
      </w:tr>
      <w:tr w:rsidR="00D44B33" w:rsidRPr="004E719F" w:rsidTr="004E719F">
        <w:tc>
          <w:tcPr>
            <w:tcW w:w="959" w:type="dxa"/>
            <w:vMerge/>
            <w:tcBorders>
              <w:lef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29" w:type="dxa"/>
            <w:gridSpan w:val="6"/>
            <w:tcBorders>
              <w:righ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E719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N.B. Powered wheelchairs are not supplied for outdoor use only. Only clients who require a powered wheelchair for </w:t>
            </w:r>
            <w:r w:rsidRPr="004E719F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all</w:t>
            </w:r>
            <w:r w:rsidRPr="004E719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indoor mobility may be considered for a powered wheelchair assessment. A full list of the eligibility criteria can be obtained by contacting the Wheelchair Service.</w:t>
            </w:r>
          </w:p>
        </w:tc>
      </w:tr>
    </w:tbl>
    <w:p w:rsidR="00D44B33" w:rsidRPr="006D249B" w:rsidRDefault="00D44B33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9604"/>
      </w:tblGrid>
      <w:tr w:rsidR="00D44B33" w:rsidRPr="004E719F" w:rsidTr="004E719F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SECTION 8</w:t>
            </w:r>
          </w:p>
        </w:tc>
        <w:tc>
          <w:tcPr>
            <w:tcW w:w="96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ANY OTHER RELEVANT INFORMATION</w:t>
            </w:r>
          </w:p>
        </w:tc>
      </w:tr>
      <w:bookmarkStart w:id="106" w:name="Text77"/>
      <w:tr w:rsidR="00D44B33" w:rsidRPr="004E719F" w:rsidTr="004E719F">
        <w:trPr>
          <w:trHeight w:val="679"/>
        </w:trPr>
        <w:tc>
          <w:tcPr>
            <w:tcW w:w="109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4B33" w:rsidRPr="004E719F" w:rsidRDefault="00D44B33" w:rsidP="004E719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4E719F">
              <w:rPr>
                <w:rFonts w:ascii="Arial" w:hAnsi="Arial" w:cs="Arial"/>
                <w:i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4E719F">
              <w:rPr>
                <w:rFonts w:ascii="Arial" w:hAnsi="Arial" w:cs="Arial"/>
                <w:i/>
              </w:rPr>
              <w:instrText xml:space="preserve"> FORMTEXT </w:instrText>
            </w:r>
            <w:r w:rsidRPr="004E719F">
              <w:rPr>
                <w:rFonts w:ascii="Arial" w:hAnsi="Arial" w:cs="Arial"/>
                <w:i/>
              </w:rPr>
            </w:r>
            <w:r w:rsidRPr="004E719F">
              <w:rPr>
                <w:rFonts w:ascii="Arial" w:hAnsi="Arial" w:cs="Arial"/>
                <w:i/>
              </w:rPr>
              <w:fldChar w:fldCharType="separate"/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  <w:noProof/>
              </w:rPr>
              <w:t> </w:t>
            </w:r>
            <w:r w:rsidRPr="004E719F">
              <w:rPr>
                <w:rFonts w:ascii="Arial" w:hAnsi="Arial" w:cs="Arial"/>
                <w:i/>
              </w:rPr>
              <w:fldChar w:fldCharType="end"/>
            </w:r>
            <w:bookmarkEnd w:id="106"/>
          </w:p>
        </w:tc>
      </w:tr>
    </w:tbl>
    <w:p w:rsidR="00D44B33" w:rsidRPr="00D542EE" w:rsidRDefault="00D44B33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8"/>
      </w:tblGrid>
      <w:tr w:rsidR="00D44B33" w:rsidRPr="004E719F" w:rsidTr="004E719F">
        <w:trPr>
          <w:trHeight w:val="1091"/>
        </w:trPr>
        <w:tc>
          <w:tcPr>
            <w:tcW w:w="10988" w:type="dxa"/>
            <w:vAlign w:val="center"/>
          </w:tcPr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en-GB"/>
              </w:rPr>
              <w:pict>
                <v:rect id="Rectangle 6" o:spid="_x0000_s1027" style="position:absolute;left:0;text-align:left;margin-left:2.45pt;margin-top:-5.85pt;width:532.4pt;height:44.35pt;z-index:-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" fillcolor="#bfbfbf" strokecolor="#d8d8d8" strokeweight="2pt"/>
              </w:pict>
            </w:r>
            <w:r w:rsidRPr="004E719F">
              <w:rPr>
                <w:rFonts w:ascii="Arial" w:hAnsi="Arial" w:cs="Arial"/>
                <w:b/>
              </w:rPr>
              <w:t>Return to:</w:t>
            </w: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719F">
              <w:rPr>
                <w:rFonts w:ascii="Arial" w:hAnsi="Arial" w:cs="Arial"/>
                <w:b/>
              </w:rPr>
              <w:t>GSTT Wheelchair Service, Bowley Close Rehabilitation Centre, Farquhar Road, London, SE19 1SZ</w:t>
            </w:r>
          </w:p>
          <w:p w:rsidR="00D44B33" w:rsidRPr="004E719F" w:rsidRDefault="00D44B33" w:rsidP="004E719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719F">
              <w:rPr>
                <w:rFonts w:ascii="Arial" w:hAnsi="Arial" w:cs="Arial"/>
                <w:b/>
              </w:rPr>
              <w:t>Telephone: 020 3049 7760   Email: gst-tr.gsttwheelchairservice@nhs.net</w:t>
            </w:r>
          </w:p>
        </w:tc>
      </w:tr>
    </w:tbl>
    <w:p w:rsidR="00D44B33" w:rsidRPr="00DB3938" w:rsidRDefault="00D44B33" w:rsidP="00CA44BB">
      <w:pPr>
        <w:spacing w:after="0"/>
        <w:rPr>
          <w:rFonts w:ascii="Arial" w:hAnsi="Arial" w:cs="Arial"/>
        </w:rPr>
      </w:pPr>
    </w:p>
    <w:sectPr w:rsidR="00D44B33" w:rsidRPr="00DB3938" w:rsidSect="00155136">
      <w:headerReference w:type="default" r:id="rId7"/>
      <w:footerReference w:type="default" r:id="rId8"/>
      <w:pgSz w:w="11906" w:h="16838"/>
      <w:pgMar w:top="993" w:right="567" w:bottom="567" w:left="567" w:header="709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33" w:rsidRDefault="00D44B33" w:rsidP="005A07FF">
      <w:pPr>
        <w:spacing w:after="0" w:line="240" w:lineRule="auto"/>
      </w:pPr>
      <w:r>
        <w:separator/>
      </w:r>
    </w:p>
  </w:endnote>
  <w:endnote w:type="continuationSeparator" w:id="0">
    <w:p w:rsidR="00D44B33" w:rsidRDefault="00D44B33" w:rsidP="005A0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33" w:rsidRDefault="00D44B33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D44B33" w:rsidRPr="00033D72" w:rsidRDefault="00D44B33" w:rsidP="00033D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33" w:rsidRDefault="00D44B33" w:rsidP="005A07FF">
      <w:pPr>
        <w:spacing w:after="0" w:line="240" w:lineRule="auto"/>
      </w:pPr>
      <w:r>
        <w:separator/>
      </w:r>
    </w:p>
  </w:footnote>
  <w:footnote w:type="continuationSeparator" w:id="0">
    <w:p w:rsidR="00D44B33" w:rsidRDefault="00D44B33" w:rsidP="005A0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33" w:rsidRDefault="00D44B33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alt="gstfcola" style="position:absolute;margin-left:368.2pt;margin-top:-18.85pt;width:176.75pt;height:26.3pt;z-index:251660288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35B65"/>
    <w:multiLevelType w:val="hybridMultilevel"/>
    <w:tmpl w:val="7ACA3D0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00938E6"/>
    <w:multiLevelType w:val="hybridMultilevel"/>
    <w:tmpl w:val="835CD708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7236EFD"/>
    <w:multiLevelType w:val="hybridMultilevel"/>
    <w:tmpl w:val="1FC4081C"/>
    <w:lvl w:ilvl="0" w:tplc="A97C7B78">
      <w:start w:val="14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cumentProtection w:edit="forms"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7FF"/>
    <w:rsid w:val="0001333F"/>
    <w:rsid w:val="00014329"/>
    <w:rsid w:val="0001648A"/>
    <w:rsid w:val="00033D72"/>
    <w:rsid w:val="00060C74"/>
    <w:rsid w:val="00066A38"/>
    <w:rsid w:val="000B154D"/>
    <w:rsid w:val="000B7497"/>
    <w:rsid w:val="000C75A5"/>
    <w:rsid w:val="000D0FE9"/>
    <w:rsid w:val="000D5505"/>
    <w:rsid w:val="000D6995"/>
    <w:rsid w:val="000E6EB7"/>
    <w:rsid w:val="000F1D35"/>
    <w:rsid w:val="001137F2"/>
    <w:rsid w:val="001247F7"/>
    <w:rsid w:val="001409E7"/>
    <w:rsid w:val="0014488D"/>
    <w:rsid w:val="00152159"/>
    <w:rsid w:val="00155136"/>
    <w:rsid w:val="001622DF"/>
    <w:rsid w:val="001679A4"/>
    <w:rsid w:val="00173AB7"/>
    <w:rsid w:val="00174F1C"/>
    <w:rsid w:val="001766AF"/>
    <w:rsid w:val="00184378"/>
    <w:rsid w:val="00186A21"/>
    <w:rsid w:val="001870B1"/>
    <w:rsid w:val="001A08FA"/>
    <w:rsid w:val="001A3BDC"/>
    <w:rsid w:val="001A54B7"/>
    <w:rsid w:val="001B6820"/>
    <w:rsid w:val="001B6F5E"/>
    <w:rsid w:val="001C42A6"/>
    <w:rsid w:val="001C6809"/>
    <w:rsid w:val="001C6F50"/>
    <w:rsid w:val="001D4273"/>
    <w:rsid w:val="001D6B8D"/>
    <w:rsid w:val="00206D43"/>
    <w:rsid w:val="00217EE5"/>
    <w:rsid w:val="00222651"/>
    <w:rsid w:val="00236B62"/>
    <w:rsid w:val="00242D21"/>
    <w:rsid w:val="002520DA"/>
    <w:rsid w:val="00294AE5"/>
    <w:rsid w:val="002B0E5F"/>
    <w:rsid w:val="002B4BF7"/>
    <w:rsid w:val="002B695E"/>
    <w:rsid w:val="002C4986"/>
    <w:rsid w:val="002D23D9"/>
    <w:rsid w:val="002E1220"/>
    <w:rsid w:val="00301ADF"/>
    <w:rsid w:val="0031426E"/>
    <w:rsid w:val="00317D8B"/>
    <w:rsid w:val="00320F6B"/>
    <w:rsid w:val="0032769A"/>
    <w:rsid w:val="00350F16"/>
    <w:rsid w:val="0036146F"/>
    <w:rsid w:val="00380607"/>
    <w:rsid w:val="00381CAF"/>
    <w:rsid w:val="00391F20"/>
    <w:rsid w:val="003C6A4D"/>
    <w:rsid w:val="003D0DC0"/>
    <w:rsid w:val="003D2B74"/>
    <w:rsid w:val="003E6E55"/>
    <w:rsid w:val="003E74E7"/>
    <w:rsid w:val="003F577E"/>
    <w:rsid w:val="00411CB5"/>
    <w:rsid w:val="00417E1E"/>
    <w:rsid w:val="00425B58"/>
    <w:rsid w:val="00442393"/>
    <w:rsid w:val="0044409D"/>
    <w:rsid w:val="00447842"/>
    <w:rsid w:val="00450F0C"/>
    <w:rsid w:val="00454AC6"/>
    <w:rsid w:val="004671A1"/>
    <w:rsid w:val="004707BE"/>
    <w:rsid w:val="004712EE"/>
    <w:rsid w:val="004745F1"/>
    <w:rsid w:val="00477DFE"/>
    <w:rsid w:val="004B352A"/>
    <w:rsid w:val="004C1C0F"/>
    <w:rsid w:val="004E719F"/>
    <w:rsid w:val="004F4AF2"/>
    <w:rsid w:val="004F6689"/>
    <w:rsid w:val="005079CC"/>
    <w:rsid w:val="0055039B"/>
    <w:rsid w:val="00571A8C"/>
    <w:rsid w:val="00576DB1"/>
    <w:rsid w:val="00580A33"/>
    <w:rsid w:val="00581F2A"/>
    <w:rsid w:val="00595BA7"/>
    <w:rsid w:val="0059777C"/>
    <w:rsid w:val="005A07FF"/>
    <w:rsid w:val="005A6642"/>
    <w:rsid w:val="005B32EF"/>
    <w:rsid w:val="005C496A"/>
    <w:rsid w:val="006059F3"/>
    <w:rsid w:val="0060628C"/>
    <w:rsid w:val="006111D4"/>
    <w:rsid w:val="00615D92"/>
    <w:rsid w:val="00617356"/>
    <w:rsid w:val="00623F68"/>
    <w:rsid w:val="006378D4"/>
    <w:rsid w:val="006424EF"/>
    <w:rsid w:val="00662B23"/>
    <w:rsid w:val="0067062A"/>
    <w:rsid w:val="006843B4"/>
    <w:rsid w:val="0069134F"/>
    <w:rsid w:val="00692D61"/>
    <w:rsid w:val="00694A21"/>
    <w:rsid w:val="006963F9"/>
    <w:rsid w:val="006A1C6D"/>
    <w:rsid w:val="006A1FCE"/>
    <w:rsid w:val="006D249B"/>
    <w:rsid w:val="006D417D"/>
    <w:rsid w:val="006F621D"/>
    <w:rsid w:val="007017D7"/>
    <w:rsid w:val="007220FB"/>
    <w:rsid w:val="0074090E"/>
    <w:rsid w:val="00745FE1"/>
    <w:rsid w:val="007676A1"/>
    <w:rsid w:val="00767D34"/>
    <w:rsid w:val="00773B2C"/>
    <w:rsid w:val="0077409C"/>
    <w:rsid w:val="00781CAE"/>
    <w:rsid w:val="00797272"/>
    <w:rsid w:val="007A5041"/>
    <w:rsid w:val="007B68ED"/>
    <w:rsid w:val="007D1020"/>
    <w:rsid w:val="007E236D"/>
    <w:rsid w:val="007F3FE0"/>
    <w:rsid w:val="00832ED2"/>
    <w:rsid w:val="00837409"/>
    <w:rsid w:val="00850540"/>
    <w:rsid w:val="00856B21"/>
    <w:rsid w:val="00873006"/>
    <w:rsid w:val="00891F8A"/>
    <w:rsid w:val="00894304"/>
    <w:rsid w:val="00895FE1"/>
    <w:rsid w:val="008F0C2C"/>
    <w:rsid w:val="008F2E5E"/>
    <w:rsid w:val="0091461D"/>
    <w:rsid w:val="00933C78"/>
    <w:rsid w:val="00975D5F"/>
    <w:rsid w:val="0097751F"/>
    <w:rsid w:val="00982F60"/>
    <w:rsid w:val="0098413F"/>
    <w:rsid w:val="00985D71"/>
    <w:rsid w:val="009C4EE4"/>
    <w:rsid w:val="009D244A"/>
    <w:rsid w:val="009E3C2C"/>
    <w:rsid w:val="009E55C7"/>
    <w:rsid w:val="00A017C3"/>
    <w:rsid w:val="00A04E77"/>
    <w:rsid w:val="00A1452F"/>
    <w:rsid w:val="00A20468"/>
    <w:rsid w:val="00A27838"/>
    <w:rsid w:val="00A317DA"/>
    <w:rsid w:val="00A360B0"/>
    <w:rsid w:val="00A5402B"/>
    <w:rsid w:val="00A6510D"/>
    <w:rsid w:val="00A73A8C"/>
    <w:rsid w:val="00A908F3"/>
    <w:rsid w:val="00A94890"/>
    <w:rsid w:val="00AB2D7D"/>
    <w:rsid w:val="00AC3CCC"/>
    <w:rsid w:val="00AC7D44"/>
    <w:rsid w:val="00AD0303"/>
    <w:rsid w:val="00AE3E8A"/>
    <w:rsid w:val="00AF584D"/>
    <w:rsid w:val="00B3585E"/>
    <w:rsid w:val="00B35ED2"/>
    <w:rsid w:val="00B4053C"/>
    <w:rsid w:val="00B70A04"/>
    <w:rsid w:val="00B732F2"/>
    <w:rsid w:val="00BA00B0"/>
    <w:rsid w:val="00BC08CF"/>
    <w:rsid w:val="00C0164E"/>
    <w:rsid w:val="00C1707F"/>
    <w:rsid w:val="00C20454"/>
    <w:rsid w:val="00C44FE6"/>
    <w:rsid w:val="00C456CE"/>
    <w:rsid w:val="00C461F1"/>
    <w:rsid w:val="00C526BF"/>
    <w:rsid w:val="00C57DD8"/>
    <w:rsid w:val="00C64BE6"/>
    <w:rsid w:val="00C679A4"/>
    <w:rsid w:val="00C70237"/>
    <w:rsid w:val="00C73AC0"/>
    <w:rsid w:val="00CA44BB"/>
    <w:rsid w:val="00CA5E9E"/>
    <w:rsid w:val="00CB57DF"/>
    <w:rsid w:val="00CC5219"/>
    <w:rsid w:val="00CE0951"/>
    <w:rsid w:val="00CF27B8"/>
    <w:rsid w:val="00CF5758"/>
    <w:rsid w:val="00D01FD9"/>
    <w:rsid w:val="00D0651B"/>
    <w:rsid w:val="00D42CD6"/>
    <w:rsid w:val="00D4424B"/>
    <w:rsid w:val="00D44B33"/>
    <w:rsid w:val="00D50C03"/>
    <w:rsid w:val="00D51E77"/>
    <w:rsid w:val="00D542EE"/>
    <w:rsid w:val="00D5573C"/>
    <w:rsid w:val="00D73665"/>
    <w:rsid w:val="00D9275E"/>
    <w:rsid w:val="00DB3938"/>
    <w:rsid w:val="00DC20AA"/>
    <w:rsid w:val="00DC6C79"/>
    <w:rsid w:val="00DD5355"/>
    <w:rsid w:val="00DD6A69"/>
    <w:rsid w:val="00E02747"/>
    <w:rsid w:val="00E155EA"/>
    <w:rsid w:val="00E21697"/>
    <w:rsid w:val="00E269DB"/>
    <w:rsid w:val="00E32D5A"/>
    <w:rsid w:val="00E644EE"/>
    <w:rsid w:val="00E64E20"/>
    <w:rsid w:val="00E67DD5"/>
    <w:rsid w:val="00E73A54"/>
    <w:rsid w:val="00E7706D"/>
    <w:rsid w:val="00E835A0"/>
    <w:rsid w:val="00E8379E"/>
    <w:rsid w:val="00E9778B"/>
    <w:rsid w:val="00EA03BC"/>
    <w:rsid w:val="00EB7D88"/>
    <w:rsid w:val="00ED32FC"/>
    <w:rsid w:val="00ED5895"/>
    <w:rsid w:val="00EE75FA"/>
    <w:rsid w:val="00EF2050"/>
    <w:rsid w:val="00EF747D"/>
    <w:rsid w:val="00F06A1E"/>
    <w:rsid w:val="00F144F7"/>
    <w:rsid w:val="00F15B34"/>
    <w:rsid w:val="00F274F8"/>
    <w:rsid w:val="00F4756E"/>
    <w:rsid w:val="00F862AC"/>
    <w:rsid w:val="00FA45CE"/>
    <w:rsid w:val="00FC1B08"/>
    <w:rsid w:val="00FD6C93"/>
    <w:rsid w:val="00FE1047"/>
    <w:rsid w:val="00FF4FAD"/>
    <w:rsid w:val="00FF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8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A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A07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A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07FF"/>
    <w:rPr>
      <w:rFonts w:cs="Times New Roman"/>
    </w:rPr>
  </w:style>
  <w:style w:type="table" w:styleId="TableGrid">
    <w:name w:val="Table Grid"/>
    <w:basedOn w:val="TableNormal"/>
    <w:uiPriority w:val="99"/>
    <w:rsid w:val="005A07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15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07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79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0540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798</Words>
  <Characters>4552</Characters>
  <Application>Microsoft Office Outlook</Application>
  <DocSecurity>0</DocSecurity>
  <Lines>0</Lines>
  <Paragraphs>0</Paragraphs>
  <ScaleCrop>false</ScaleCrop>
  <Company>SL 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Name:      </dc:title>
  <dc:subject/>
  <dc:creator>Kaing Lyna</dc:creator>
  <cp:keywords/>
  <dc:description/>
  <cp:lastModifiedBy>KIrvine</cp:lastModifiedBy>
  <cp:revision>2</cp:revision>
  <dcterms:created xsi:type="dcterms:W3CDTF">2017-01-27T14:20:00Z</dcterms:created>
  <dcterms:modified xsi:type="dcterms:W3CDTF">2017-01-27T14:20:00Z</dcterms:modified>
</cp:coreProperties>
</file>