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890" w:rsidRPr="006A667B" w:rsidRDefault="00133890" w:rsidP="00603E61">
      <w:pPr>
        <w:framePr w:w="11277" w:h="541" w:hSpace="180" w:wrap="around" w:vAnchor="text" w:hAnchor="page" w:x="526" w:y="899"/>
        <w:jc w:val="center"/>
        <w:rPr>
          <w:b/>
        </w:rPr>
      </w:pPr>
      <w:r w:rsidRPr="006A667B">
        <w:rPr>
          <w:b/>
        </w:rPr>
        <w:t>Please ensure patients have had recent (within 28 days) imaging to confirm presence of stone.</w:t>
      </w:r>
    </w:p>
    <w:p w:rsidR="00133890" w:rsidRPr="006A667B" w:rsidRDefault="00133890" w:rsidP="00603E61">
      <w:pPr>
        <w:framePr w:w="11277" w:h="541" w:hSpace="180" w:wrap="around" w:vAnchor="text" w:hAnchor="page" w:x="526" w:y="899"/>
        <w:spacing w:line="360" w:lineRule="auto"/>
        <w:jc w:val="center"/>
        <w:rPr>
          <w:b/>
        </w:rPr>
      </w:pPr>
      <w:r w:rsidRPr="006A667B">
        <w:rPr>
          <w:b/>
        </w:rPr>
        <w:t>For patients diagnosed on CT, this should also include a contemporary plain KUB Xray.</w:t>
      </w:r>
    </w:p>
    <w:p w:rsidR="00133890" w:rsidRPr="00611166" w:rsidRDefault="00133890" w:rsidP="00603E61">
      <w:pPr>
        <w:framePr w:w="5452" w:h="543" w:hSpace="180" w:wrap="around" w:vAnchor="text" w:hAnchor="page" w:x="526" w:y="179"/>
        <w:spacing w:line="360" w:lineRule="auto"/>
        <w:rPr>
          <w:b/>
        </w:rPr>
      </w:pPr>
      <w:r>
        <w:rPr>
          <w:b/>
          <w:sz w:val="36"/>
          <w:szCs w:val="36"/>
        </w:rPr>
        <w:t>Guy’s Lithotripsy Referral Form</w:t>
      </w:r>
    </w:p>
    <w:p w:rsidR="00133890" w:rsidRDefault="00133890" w:rsidP="00603E61">
      <w:pPr>
        <w:framePr w:w="5098" w:h="1122" w:hRule="exact" w:hSpace="180" w:wrap="around" w:vAnchor="text" w:hAnchor="page" w:x="6710" w:y="1"/>
        <w:spacing w:line="360" w:lineRule="auto"/>
      </w:pPr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style="width:244.5pt;height:38.25pt;visibility:visible">
            <v:imagedata r:id="rId4" o:title=""/>
          </v:shape>
        </w:pict>
      </w:r>
    </w:p>
    <w:p w:rsidR="00133890" w:rsidRDefault="00133890" w:rsidP="00603E61">
      <w:pPr>
        <w:framePr w:w="5510" w:h="547" w:hSpace="180" w:wrap="around" w:vAnchor="text" w:hAnchor="page" w:x="474" w:y="161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Referring hospital: </w:t>
      </w:r>
      <w:bookmarkStart w:id="0" w:name="Text1"/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:rsidR="00133890" w:rsidRDefault="00133890" w:rsidP="00603E61">
      <w:pPr>
        <w:framePr w:w="5510" w:h="547" w:hSpace="180" w:wrap="around" w:vAnchor="text" w:hAnchor="page" w:x="474" w:y="161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Referring consultant: </w:t>
      </w:r>
      <w:bookmarkStart w:id="1" w:name="Text2"/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:rsidR="00133890" w:rsidRDefault="00133890" w:rsidP="00603E61">
      <w:pPr>
        <w:framePr w:w="5514" w:h="1259" w:hSpace="180" w:wrap="around" w:vAnchor="text" w:hAnchor="page" w:x="6414" w:y="161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GP name: </w:t>
      </w:r>
      <w:bookmarkStart w:id="2" w:name="Text46"/>
      <w:r>
        <w:fldChar w:fldCharType="begin">
          <w:ffData>
            <w:name w:val="Text4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133890" w:rsidRDefault="00133890" w:rsidP="00603E61">
      <w:pPr>
        <w:framePr w:w="5514" w:h="1259" w:hSpace="180" w:wrap="around" w:vAnchor="text" w:hAnchor="page" w:x="6414" w:y="161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GP adress: </w:t>
      </w:r>
      <w:bookmarkStart w:id="3" w:name="Text51"/>
      <w:r>
        <w:fldChar w:fldCharType="begin">
          <w:ffData>
            <w:name w:val="Text5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bookmarkStart w:id="4" w:name="Text56"/>
    <w:p w:rsidR="00133890" w:rsidRDefault="00133890" w:rsidP="00603E61">
      <w:pPr>
        <w:framePr w:w="5514" w:h="1259" w:hSpace="180" w:wrap="around" w:vAnchor="text" w:hAnchor="page" w:x="6414" w:y="161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fldChar w:fldCharType="begin">
          <w:ffData>
            <w:name w:val="Text5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bookmarkStart w:id="5" w:name="Text106"/>
    <w:p w:rsidR="00133890" w:rsidRDefault="00133890" w:rsidP="00603E61">
      <w:pPr>
        <w:framePr w:w="5514" w:h="1259" w:hSpace="180" w:wrap="around" w:vAnchor="text" w:hAnchor="page" w:x="6414" w:y="161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fldChar w:fldCharType="begin">
          <w:ffData>
            <w:name w:val="Text10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133890" w:rsidRDefault="00133890" w:rsidP="00603E61">
      <w:pPr>
        <w:framePr w:w="5514" w:h="1259" w:hSpace="180" w:wrap="around" w:vAnchor="text" w:hAnchor="page" w:x="6414" w:y="161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GP phone number: </w:t>
      </w:r>
      <w:bookmarkStart w:id="6" w:name="Text64"/>
      <w:r>
        <w:fldChar w:fldCharType="begin">
          <w:ffData>
            <w:name w:val="Text6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133890" w:rsidRDefault="00133890" w:rsidP="00603E61">
      <w:pPr>
        <w:framePr w:w="5510" w:h="541" w:hSpace="180" w:wrap="around" w:vAnchor="text" w:hAnchor="page" w:x="474" w:y="270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Patient forename: </w:t>
      </w:r>
      <w:bookmarkStart w:id="7" w:name="Text17"/>
      <w:r>
        <w:fldChar w:fldCharType="begin">
          <w:ffData>
            <w:name w:val="Text1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</w:p>
    <w:p w:rsidR="00133890" w:rsidRDefault="00133890" w:rsidP="00603E61">
      <w:pPr>
        <w:framePr w:w="5510" w:h="541" w:hSpace="180" w:wrap="around" w:vAnchor="text" w:hAnchor="page" w:x="474" w:y="270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Patient surname: </w:t>
      </w:r>
      <w:bookmarkStart w:id="8" w:name="Text4"/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:rsidR="00133890" w:rsidRDefault="00133890" w:rsidP="00603E61">
      <w:pPr>
        <w:framePr w:w="5510" w:h="541" w:hSpace="180" w:wrap="around" w:vAnchor="text" w:hAnchor="page" w:x="474" w:y="270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Date of birth (dd/mm/yy): </w:t>
      </w:r>
      <w:bookmarkStart w:id="9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133890" w:rsidRDefault="00133890" w:rsidP="00603E61">
      <w:pPr>
        <w:framePr w:w="5510" w:h="541" w:hSpace="180" w:wrap="around" w:vAnchor="text" w:hAnchor="page" w:x="474" w:y="270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Sex: Male </w:t>
      </w:r>
      <w:bookmarkStart w:id="10" w:name="Check9"/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10"/>
      <w:r>
        <w:t xml:space="preserve">  Female </w:t>
      </w:r>
      <w:bookmarkStart w:id="11" w:name="Check10"/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11"/>
    </w:p>
    <w:p w:rsidR="00133890" w:rsidRDefault="00133890" w:rsidP="00603E61">
      <w:pPr>
        <w:framePr w:w="5510" w:h="541" w:hSpace="180" w:wrap="around" w:vAnchor="text" w:hAnchor="page" w:x="474" w:y="270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NHS number: </w:t>
      </w:r>
      <w:bookmarkStart w:id="12" w:name="Text6"/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133890" w:rsidRDefault="00133890" w:rsidP="00603E61">
      <w:pPr>
        <w:framePr w:w="5510" w:h="541" w:hSpace="180" w:wrap="around" w:vAnchor="text" w:hAnchor="page" w:x="474" w:y="270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Local hospital number: </w:t>
      </w:r>
      <w:bookmarkStart w:id="13" w:name="Text105"/>
      <w:r>
        <w:fldChar w:fldCharType="begin">
          <w:ffData>
            <w:name w:val="Text10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133890" w:rsidRPr="006A667B" w:rsidRDefault="00133890" w:rsidP="009B6904">
      <w:pPr>
        <w:framePr w:w="5060" w:h="5917" w:hSpace="181" w:wrap="notBeside" w:vAnchor="text" w:hAnchor="page" w:x="6645" w:y="3969"/>
        <w:rPr>
          <w:b/>
        </w:rPr>
      </w:pPr>
      <w:r>
        <w:rPr>
          <w:b/>
        </w:rPr>
        <w:t xml:space="preserve">                 </w:t>
      </w:r>
      <w:r w:rsidRPr="006A667B">
        <w:rPr>
          <w:b/>
        </w:rPr>
        <w:t>Stone to be treated</w:t>
      </w:r>
    </w:p>
    <w:p w:rsidR="00133890" w:rsidRDefault="00133890" w:rsidP="009B6904">
      <w:pPr>
        <w:framePr w:w="5060" w:h="5917" w:hSpace="181" w:wrap="notBeside" w:vAnchor="text" w:hAnchor="page" w:x="6645" w:y="3969"/>
      </w:pPr>
      <w:r>
        <w:rPr>
          <w:noProof/>
          <w:lang w:eastAsia="en-GB"/>
        </w:rPr>
        <w:pict>
          <v:shape id="Picture 37" o:spid="_x0000_s1026" type="#_x0000_t75" style="position:absolute;margin-left:-17.75pt;margin-top:-9.45pt;width:257.85pt;height:340.7pt;z-index:-251658240;visibility:visible">
            <v:imagedata r:id="rId5" o:title=""/>
          </v:shape>
        </w:pict>
      </w:r>
    </w:p>
    <w:p w:rsidR="00133890" w:rsidRDefault="00133890" w:rsidP="00867C35">
      <w:pPr>
        <w:framePr w:w="5510" w:h="541" w:hSpace="180" w:wrap="around" w:vAnchor="text" w:hAnchor="page" w:x="474" w:y="539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Address: </w:t>
      </w:r>
      <w:bookmarkStart w:id="14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bookmarkStart w:id="15" w:name="Text10"/>
    <w:p w:rsidR="00133890" w:rsidRDefault="00133890" w:rsidP="00867C35">
      <w:pPr>
        <w:framePr w:w="5510" w:h="541" w:hSpace="180" w:wrap="around" w:vAnchor="text" w:hAnchor="page" w:x="474" w:y="539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bookmarkStart w:id="16" w:name="Text104"/>
    <w:p w:rsidR="00133890" w:rsidRDefault="00133890" w:rsidP="00867C35">
      <w:pPr>
        <w:framePr w:w="5510" w:h="541" w:hSpace="180" w:wrap="around" w:vAnchor="text" w:hAnchor="page" w:x="474" w:y="539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fldChar w:fldCharType="begin">
          <w:ffData>
            <w:name w:val="Text10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</w:p>
    <w:p w:rsidR="00133890" w:rsidRDefault="00133890" w:rsidP="00867C35">
      <w:pPr>
        <w:framePr w:w="5510" w:h="541" w:hSpace="180" w:wrap="around" w:vAnchor="text" w:hAnchor="page" w:x="474" w:y="539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Home phone number: </w:t>
      </w:r>
      <w:bookmarkStart w:id="17" w:name="Text107"/>
      <w:r>
        <w:fldChar w:fldCharType="begin">
          <w:ffData>
            <w:name w:val="Text10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</w:p>
    <w:p w:rsidR="00133890" w:rsidRDefault="00133890" w:rsidP="00867C35">
      <w:pPr>
        <w:framePr w:w="5510" w:h="541" w:hSpace="180" w:wrap="around" w:vAnchor="text" w:hAnchor="page" w:x="474" w:y="539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Mobile phone number: </w:t>
      </w:r>
      <w:bookmarkStart w:id="18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</w:p>
    <w:p w:rsidR="00133890" w:rsidRDefault="00133890" w:rsidP="00867C35">
      <w:pPr>
        <w:framePr w:w="5462" w:h="901" w:hSpace="180" w:wrap="around" w:vAnchor="text" w:hAnchor="page" w:x="474" w:y="774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EA0171">
        <w:rPr>
          <w:b/>
        </w:rPr>
        <w:t>Priority:</w:t>
      </w:r>
      <w:r>
        <w:t xml:space="preserve"> Urgent </w:t>
      </w:r>
      <w:bookmarkStart w:id="19" w:name="Check11"/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19"/>
      <w:r>
        <w:t xml:space="preserve">  Non-Urgent </w:t>
      </w:r>
      <w:bookmarkStart w:id="20" w:name="Check12"/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20"/>
    </w:p>
    <w:p w:rsidR="00133890" w:rsidRDefault="00133890" w:rsidP="00867C35">
      <w:pPr>
        <w:framePr w:w="5462" w:h="901" w:hSpace="180" w:wrap="around" w:vAnchor="text" w:hAnchor="page" w:x="474" w:y="774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Any physical disability or incapacity?</w:t>
      </w:r>
    </w:p>
    <w:p w:rsidR="00133890" w:rsidRDefault="00133890" w:rsidP="00867C35">
      <w:pPr>
        <w:framePr w:w="5462" w:h="901" w:hSpace="180" w:wrap="around" w:vAnchor="text" w:hAnchor="page" w:x="474" w:y="774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YES (state) </w:t>
      </w:r>
      <w:bookmarkStart w:id="21" w:name="Check14"/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21"/>
      <w:r>
        <w:t xml:space="preserve"> </w:t>
      </w:r>
      <w:bookmarkStart w:id="22" w:name="Text74"/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2"/>
    </w:p>
    <w:p w:rsidR="00133890" w:rsidRDefault="00133890" w:rsidP="00867C35">
      <w:pPr>
        <w:framePr w:w="5462" w:h="901" w:hSpace="180" w:wrap="around" w:vAnchor="text" w:hAnchor="page" w:x="474" w:y="774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Weight (kg): </w:t>
      </w:r>
      <w:bookmarkStart w:id="23" w:name="Text70"/>
      <w:r>
        <w:fldChar w:fldCharType="begin">
          <w:ffData>
            <w:name w:val="Text7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3"/>
      <w:r>
        <w:t xml:space="preserve">  </w:t>
      </w:r>
    </w:p>
    <w:p w:rsidR="00133890" w:rsidRDefault="00133890" w:rsidP="00867C35">
      <w:pPr>
        <w:framePr w:w="5462" w:h="901" w:hSpace="180" w:wrap="around" w:vAnchor="text" w:hAnchor="page" w:x="474" w:y="774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Obese? YES </w:t>
      </w:r>
      <w:bookmarkStart w:id="24" w:name="Check33"/>
      <w: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24"/>
    </w:p>
    <w:p w:rsidR="00133890" w:rsidRPr="00863E96" w:rsidRDefault="00133890" w:rsidP="00514855">
      <w:pPr>
        <w:framePr w:w="4070" w:h="1255" w:hSpace="180" w:wrap="around" w:vAnchor="text" w:hAnchor="page" w:x="474" w:y="1331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</w:rPr>
      </w:pPr>
      <w:r>
        <w:rPr>
          <w:b/>
        </w:rPr>
        <w:t>Previous treatment</w:t>
      </w:r>
    </w:p>
    <w:p w:rsidR="00133890" w:rsidRDefault="00133890" w:rsidP="00514855">
      <w:pPr>
        <w:framePr w:w="4070" w:h="1255" w:hSpace="180" w:wrap="around" w:vAnchor="text" w:hAnchor="page" w:x="474" w:y="1331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Lithotripsy: YES </w:t>
      </w:r>
      <w:bookmarkStart w:id="25" w:name="Check1"/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25"/>
      <w:r>
        <w:t xml:space="preserve">  </w:t>
      </w:r>
    </w:p>
    <w:p w:rsidR="00133890" w:rsidRDefault="00133890" w:rsidP="00514855">
      <w:pPr>
        <w:framePr w:w="4070" w:h="1255" w:hSpace="180" w:wrap="around" w:vAnchor="text" w:hAnchor="page" w:x="474" w:y="1331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Ureteroscopy: YES </w:t>
      </w:r>
      <w:bookmarkStart w:id="26" w:name="Check3"/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26"/>
      <w:r>
        <w:t xml:space="preserve"> </w:t>
      </w:r>
    </w:p>
    <w:p w:rsidR="00133890" w:rsidRDefault="00133890" w:rsidP="00514855">
      <w:pPr>
        <w:framePr w:w="4070" w:h="1255" w:hSpace="180" w:wrap="around" w:vAnchor="text" w:hAnchor="page" w:x="474" w:y="1331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PCNL: YES </w:t>
      </w:r>
      <w:bookmarkStart w:id="27" w:name="Check5"/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27"/>
      <w:r>
        <w:t xml:space="preserve">  </w:t>
      </w:r>
    </w:p>
    <w:p w:rsidR="00133890" w:rsidRDefault="00133890" w:rsidP="00B3743D">
      <w:pPr>
        <w:framePr w:w="6954" w:h="1259" w:hSpace="180" w:wrap="around" w:vAnchor="text" w:hAnchor="page" w:x="4974" w:y="1097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863E96">
        <w:rPr>
          <w:b/>
        </w:rPr>
        <w:t>Stones</w:t>
      </w:r>
      <w:r>
        <w:t xml:space="preserve"> (please describe if unable to mark diagram): </w:t>
      </w:r>
    </w:p>
    <w:bookmarkStart w:id="28" w:name="Text82"/>
    <w:p w:rsidR="00133890" w:rsidRDefault="00133890" w:rsidP="00B3743D">
      <w:pPr>
        <w:framePr w:w="6954" w:h="1259" w:hSpace="180" w:wrap="around" w:vAnchor="text" w:hAnchor="page" w:x="4974" w:y="1097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fldChar w:fldCharType="begin">
          <w:ffData>
            <w:name w:val="Text8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8"/>
    </w:p>
    <w:bookmarkStart w:id="29" w:name="Text89"/>
    <w:p w:rsidR="00133890" w:rsidRDefault="00133890" w:rsidP="00B3743D">
      <w:pPr>
        <w:framePr w:w="6954" w:h="1259" w:hSpace="180" w:wrap="around" w:vAnchor="text" w:hAnchor="page" w:x="4974" w:y="1097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fldChar w:fldCharType="begin">
          <w:ffData>
            <w:name w:val="Text8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9"/>
    </w:p>
    <w:p w:rsidR="00133890" w:rsidRPr="00514855" w:rsidRDefault="00133890" w:rsidP="00B3743D">
      <w:pPr>
        <w:framePr w:w="8658" w:h="292" w:hRule="exact" w:hSpace="180" w:wrap="around" w:vAnchor="text" w:hAnchor="page" w:x="1786" w:y="15121"/>
        <w:rPr>
          <w:b/>
          <w:i/>
        </w:rPr>
      </w:pPr>
      <w:r w:rsidRPr="00514855">
        <w:rPr>
          <w:b/>
        </w:rPr>
        <w:t>Please complete all sections and return to</w:t>
      </w:r>
      <w:r>
        <w:rPr>
          <w:b/>
        </w:rPr>
        <w:t xml:space="preserve">: </w:t>
      </w:r>
      <w:r w:rsidRPr="007A7B17">
        <w:rPr>
          <w:b/>
          <w:color w:val="0000FF"/>
          <w:u w:val="single"/>
        </w:rPr>
        <w:t>guysstoneunit@nhs.net</w:t>
      </w:r>
    </w:p>
    <w:bookmarkStart w:id="30" w:name="Check29"/>
    <w:p w:rsidR="00133890" w:rsidRDefault="00133890" w:rsidP="009B6904">
      <w:pPr>
        <w:framePr w:w="422" w:h="541" w:hSpace="180" w:wrap="around" w:vAnchor="text" w:hAnchor="page" w:x="7006" w:y="4689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30"/>
    </w:p>
    <w:p w:rsidR="00133890" w:rsidRDefault="00133890" w:rsidP="009B6904">
      <w:pPr>
        <w:framePr w:w="422" w:h="541" w:hSpace="180" w:wrap="around" w:vAnchor="text" w:hAnchor="page" w:x="6646" w:y="5217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</w:p>
    <w:p w:rsidR="00133890" w:rsidRDefault="00133890" w:rsidP="009B6904">
      <w:pPr>
        <w:framePr w:w="422" w:h="541" w:hSpace="180" w:wrap="around" w:vAnchor="text" w:hAnchor="page" w:x="7006" w:y="5937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</w:p>
    <w:p w:rsidR="00133890" w:rsidRDefault="00133890" w:rsidP="009B6904">
      <w:pPr>
        <w:framePr w:w="422" w:h="541" w:hSpace="180" w:wrap="around" w:vAnchor="text" w:hAnchor="page" w:x="7186" w:y="5217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</w:p>
    <w:p w:rsidR="00133890" w:rsidRDefault="00133890" w:rsidP="009B6904">
      <w:pPr>
        <w:framePr w:w="422" w:h="541" w:hSpace="180" w:wrap="around" w:vAnchor="text" w:hAnchor="page" w:x="7906" w:y="7025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</w:p>
    <w:p w:rsidR="00133890" w:rsidRDefault="00133890" w:rsidP="009B6904">
      <w:pPr>
        <w:framePr w:w="422" w:h="541" w:hSpace="180" w:wrap="around" w:vAnchor="text" w:hAnchor="page" w:x="7546" w:y="8289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</w:p>
    <w:p w:rsidR="00133890" w:rsidRDefault="00133890" w:rsidP="009B6904">
      <w:pPr>
        <w:framePr w:w="422" w:h="541" w:hSpace="180" w:wrap="around" w:vAnchor="text" w:hAnchor="page" w:x="7546" w:y="9185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</w:p>
    <w:p w:rsidR="00133890" w:rsidRDefault="00133890" w:rsidP="009B6904">
      <w:pPr>
        <w:framePr w:w="422" w:h="541" w:hSpace="180" w:wrap="around" w:vAnchor="text" w:hAnchor="page" w:x="10426" w:y="4689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</w:p>
    <w:p w:rsidR="00133890" w:rsidRDefault="00133890" w:rsidP="009B6904">
      <w:pPr>
        <w:framePr w:w="422" w:h="541" w:hSpace="180" w:wrap="around" w:vAnchor="text" w:hAnchor="page" w:x="10966" w:y="5217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</w:p>
    <w:p w:rsidR="00133890" w:rsidRDefault="00133890" w:rsidP="009B6904">
      <w:pPr>
        <w:framePr w:w="422" w:h="541" w:hSpace="180" w:wrap="around" w:vAnchor="text" w:hAnchor="page" w:x="10426" w:y="5937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</w:p>
    <w:p w:rsidR="00133890" w:rsidRDefault="00133890" w:rsidP="009B6904">
      <w:pPr>
        <w:framePr w:w="422" w:h="541" w:hSpace="180" w:wrap="around" w:vAnchor="text" w:hAnchor="page" w:x="10246" w:y="5217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</w:p>
    <w:p w:rsidR="00133890" w:rsidRDefault="00133890" w:rsidP="009B6904">
      <w:pPr>
        <w:framePr w:w="422" w:h="541" w:hSpace="180" w:wrap="around" w:vAnchor="text" w:hAnchor="page" w:x="9526" w:y="7025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</w:p>
    <w:p w:rsidR="00133890" w:rsidRDefault="00133890" w:rsidP="009B6904">
      <w:pPr>
        <w:framePr w:w="422" w:h="541" w:hSpace="180" w:wrap="around" w:vAnchor="text" w:hAnchor="page" w:x="10066" w:y="8289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</w:p>
    <w:p w:rsidR="00133890" w:rsidRDefault="00133890" w:rsidP="009B6904">
      <w:pPr>
        <w:framePr w:w="422" w:h="541" w:hSpace="180" w:wrap="around" w:vAnchor="text" w:hAnchor="page" w:x="10066" w:y="9185"/>
      </w:pP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</w:p>
    <w:p w:rsidR="00133890" w:rsidRPr="000F0ED3" w:rsidRDefault="00133890" w:rsidP="00B3743D">
      <w:pPr>
        <w:framePr w:w="6920" w:h="2523" w:hRule="exact" w:hSpace="180" w:wrap="around" w:vAnchor="text" w:hAnchor="page" w:x="4974" w:y="1241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rPr>
          <w:b/>
        </w:rPr>
        <w:t xml:space="preserve">Exclusion criteria </w:t>
      </w:r>
      <w:r>
        <w:t>(if any YES, then not suitable for ESWL)</w:t>
      </w:r>
    </w:p>
    <w:p w:rsidR="00133890" w:rsidRDefault="00133890" w:rsidP="00B3743D">
      <w:pPr>
        <w:framePr w:w="6920" w:h="2523" w:hRule="exact" w:hSpace="180" w:wrap="around" w:vAnchor="text" w:hAnchor="page" w:x="4974" w:y="1241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Anticoagulants (including aspirin): YES (state) </w:t>
      </w:r>
      <w:bookmarkStart w:id="31" w:name="Check22"/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31"/>
      <w:r>
        <w:t xml:space="preserve"> </w:t>
      </w:r>
      <w:bookmarkStart w:id="32" w:name="Text78"/>
      <w:r>
        <w:fldChar w:fldCharType="begin">
          <w:ffData>
            <w:name w:val="Text7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2"/>
    </w:p>
    <w:p w:rsidR="00133890" w:rsidRDefault="00133890" w:rsidP="00B3743D">
      <w:pPr>
        <w:framePr w:w="6920" w:h="2523" w:hRule="exact" w:hSpace="180" w:wrap="around" w:vAnchor="text" w:hAnchor="page" w:x="4974" w:y="1241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Pacemaker: YES </w:t>
      </w:r>
      <w:bookmarkStart w:id="33" w:name="Check24"/>
      <w: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33"/>
    </w:p>
    <w:p w:rsidR="00133890" w:rsidRDefault="00133890" w:rsidP="00B3743D">
      <w:pPr>
        <w:framePr w:w="6920" w:h="2523" w:hRule="exact" w:hSpace="180" w:wrap="around" w:vAnchor="text" w:hAnchor="page" w:x="4974" w:y="1241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Uncontrolled hypertension: YES </w:t>
      </w:r>
      <w:bookmarkStart w:id="34" w:name="Check26"/>
      <w: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34"/>
    </w:p>
    <w:p w:rsidR="00133890" w:rsidRDefault="00133890" w:rsidP="00B3743D">
      <w:pPr>
        <w:framePr w:w="6920" w:h="2523" w:hRule="exact" w:hSpace="180" w:wrap="around" w:vAnchor="text" w:hAnchor="page" w:x="4974" w:y="1241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Abdominal aortic aneurysm: YES </w:t>
      </w:r>
      <w:bookmarkStart w:id="35" w:name="Check28"/>
      <w:bookmarkStart w:id="36" w:name="_GoBack"/>
      <w:r>
        <w:fldChar w:fldCharType="begin">
          <w:ffData>
            <w:name w:val="Check2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35"/>
      <w:bookmarkEnd w:id="36"/>
    </w:p>
    <w:p w:rsidR="00133890" w:rsidRDefault="00133890" w:rsidP="00B3743D">
      <w:pPr>
        <w:framePr w:w="6920" w:h="2523" w:hRule="exact" w:hSpace="180" w:wrap="around" w:vAnchor="text" w:hAnchor="page" w:x="4974" w:y="1241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>
        <w:t xml:space="preserve">Pregnancy: YES </w:t>
      </w:r>
      <w:bookmarkStart w:id="37" w:name="Check31"/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37"/>
    </w:p>
    <w:p w:rsidR="00133890" w:rsidRPr="00514855" w:rsidRDefault="00133890" w:rsidP="00514855">
      <w:pPr>
        <w:framePr w:w="4198" w:h="2521" w:hSpace="180" w:wrap="around" w:vAnchor="text" w:hAnchor="page" w:x="410" w:y="990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b/>
        </w:rPr>
      </w:pPr>
      <w:r w:rsidRPr="00514855">
        <w:rPr>
          <w:b/>
        </w:rPr>
        <w:t>Present symptoms</w:t>
      </w:r>
    </w:p>
    <w:p w:rsidR="00133890" w:rsidRDefault="00133890" w:rsidP="00514855">
      <w:pPr>
        <w:framePr w:w="4198" w:h="2521" w:hSpace="180" w:wrap="around" w:vAnchor="text" w:hAnchor="page" w:x="410" w:y="990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Side (please check one box only):</w:t>
      </w:r>
    </w:p>
    <w:p w:rsidR="00133890" w:rsidRDefault="00133890" w:rsidP="00514855">
      <w:pPr>
        <w:framePr w:w="4198" w:h="2521" w:hSpace="180" w:wrap="around" w:vAnchor="text" w:hAnchor="page" w:x="410" w:y="990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  <w:r>
        <w:t xml:space="preserve">Right </w:t>
      </w:r>
      <w:bookmarkStart w:id="38" w:name="Check35"/>
      <w: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38"/>
      <w:r>
        <w:t xml:space="preserve">  Left </w:t>
      </w:r>
      <w:bookmarkStart w:id="39" w:name="Check36"/>
      <w: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39"/>
      <w:r>
        <w:t xml:space="preserve">  Both </w:t>
      </w:r>
      <w:bookmarkStart w:id="40" w:name="Check37"/>
      <w: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40"/>
    </w:p>
    <w:p w:rsidR="00133890" w:rsidRDefault="00133890" w:rsidP="00514855">
      <w:pPr>
        <w:framePr w:w="4198" w:h="2521" w:hSpace="180" w:wrap="around" w:vAnchor="text" w:hAnchor="page" w:x="410" w:y="990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  <w:r>
        <w:t xml:space="preserve">Pain: YES </w:t>
      </w:r>
      <w:bookmarkStart w:id="41" w:name="Check38"/>
      <w: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41"/>
    </w:p>
    <w:p w:rsidR="00133890" w:rsidRDefault="00133890" w:rsidP="00514855">
      <w:pPr>
        <w:framePr w:w="4198" w:h="2521" w:hSpace="180" w:wrap="around" w:vAnchor="text" w:hAnchor="page" w:x="410" w:y="990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  <w:r>
        <w:t xml:space="preserve">Infection: YES </w:t>
      </w:r>
      <w:bookmarkStart w:id="42" w:name="Check39"/>
      <w:r>
        <w:fldChar w:fldCharType="begin">
          <w:ffData>
            <w:name w:val="Check3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42"/>
    </w:p>
    <w:p w:rsidR="00133890" w:rsidRDefault="00133890" w:rsidP="00514855">
      <w:pPr>
        <w:framePr w:w="4198" w:h="2521" w:hSpace="180" w:wrap="around" w:vAnchor="text" w:hAnchor="page" w:x="410" w:y="990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  <w:r>
        <w:t xml:space="preserve">Stent in situ: YES </w:t>
      </w:r>
      <w:bookmarkStart w:id="43" w:name="Check40"/>
      <w:r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43"/>
    </w:p>
    <w:p w:rsidR="00133890" w:rsidRDefault="00133890" w:rsidP="00514855">
      <w:pPr>
        <w:framePr w:w="4198" w:h="2521" w:hSpace="180" w:wrap="around" w:vAnchor="text" w:hAnchor="page" w:x="410" w:y="990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  <w:r>
        <w:t xml:space="preserve">Other information: </w:t>
      </w:r>
      <w:bookmarkStart w:id="44" w:name="Text108"/>
      <w:r>
        <w:fldChar w:fldCharType="begin">
          <w:ffData>
            <w:name w:val="Text10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4"/>
    </w:p>
    <w:bookmarkStart w:id="45" w:name="Text109"/>
    <w:p w:rsidR="00133890" w:rsidRDefault="00133890" w:rsidP="00514855">
      <w:pPr>
        <w:framePr w:w="4198" w:h="2521" w:hSpace="180" w:wrap="around" w:vAnchor="text" w:hAnchor="page" w:x="410" w:y="990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5"/>
    </w:p>
    <w:p w:rsidR="00133890" w:rsidRDefault="00133890" w:rsidP="002A007C">
      <w:pPr>
        <w:spacing w:line="360" w:lineRule="auto"/>
        <w:ind w:right="-901"/>
        <w:rPr>
          <w:sz w:val="36"/>
          <w:szCs w:val="36"/>
        </w:rPr>
      </w:pPr>
    </w:p>
    <w:p w:rsidR="00133890" w:rsidRDefault="00133890" w:rsidP="002A007C">
      <w:pPr>
        <w:spacing w:line="360" w:lineRule="auto"/>
        <w:ind w:right="-901"/>
        <w:rPr>
          <w:sz w:val="28"/>
          <w:szCs w:val="28"/>
        </w:rPr>
      </w:pPr>
    </w:p>
    <w:p w:rsidR="00133890" w:rsidRPr="00A3532E" w:rsidRDefault="00133890" w:rsidP="002A007C">
      <w:pPr>
        <w:spacing w:line="360" w:lineRule="auto"/>
        <w:ind w:left="-1134" w:right="-901" w:firstLine="1134"/>
        <w:rPr>
          <w:sz w:val="28"/>
          <w:szCs w:val="28"/>
        </w:rPr>
      </w:pPr>
    </w:p>
    <w:sectPr w:rsidR="00133890" w:rsidRPr="00A3532E" w:rsidSect="009B6904">
      <w:pgSz w:w="12240" w:h="15840"/>
      <w:pgMar w:top="0" w:right="900" w:bottom="426" w:left="709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fullPage" w:percent="79"/>
  <w:documentProtection w:edit="forms" w:enforcement="1"/>
  <w:defaultTabStop w:val="720"/>
  <w:characterSpacingControl w:val="doNotCompress"/>
  <w:savePreviewPicture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7EF7"/>
    <w:rsid w:val="00005A7F"/>
    <w:rsid w:val="00016F74"/>
    <w:rsid w:val="000F0ED3"/>
    <w:rsid w:val="00133890"/>
    <w:rsid w:val="002230E7"/>
    <w:rsid w:val="00264E32"/>
    <w:rsid w:val="002A007C"/>
    <w:rsid w:val="002B4855"/>
    <w:rsid w:val="00322946"/>
    <w:rsid w:val="00330821"/>
    <w:rsid w:val="00494E78"/>
    <w:rsid w:val="00504706"/>
    <w:rsid w:val="00514855"/>
    <w:rsid w:val="0051667B"/>
    <w:rsid w:val="00585EAF"/>
    <w:rsid w:val="00603E61"/>
    <w:rsid w:val="00611166"/>
    <w:rsid w:val="006A667B"/>
    <w:rsid w:val="006D6762"/>
    <w:rsid w:val="00723FCE"/>
    <w:rsid w:val="00775905"/>
    <w:rsid w:val="007A7B17"/>
    <w:rsid w:val="007B19F1"/>
    <w:rsid w:val="00863E96"/>
    <w:rsid w:val="00867C35"/>
    <w:rsid w:val="00934B07"/>
    <w:rsid w:val="009921E9"/>
    <w:rsid w:val="009B6904"/>
    <w:rsid w:val="00A3532E"/>
    <w:rsid w:val="00AC77C8"/>
    <w:rsid w:val="00B3743D"/>
    <w:rsid w:val="00B753AB"/>
    <w:rsid w:val="00BD2186"/>
    <w:rsid w:val="00BD4FF0"/>
    <w:rsid w:val="00C50FB7"/>
    <w:rsid w:val="00CB5198"/>
    <w:rsid w:val="00CD46EB"/>
    <w:rsid w:val="00D2495A"/>
    <w:rsid w:val="00DA7EF7"/>
    <w:rsid w:val="00E651C5"/>
    <w:rsid w:val="00EA0171"/>
    <w:rsid w:val="00ED4EA0"/>
    <w:rsid w:val="00FD6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MS ??" w:hAnsi="Aria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905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A7E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7EF7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rsid w:val="007A7B1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330</Words>
  <Characters>1886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ensure patients have had recent (within 28 days) imaging to confirm presence of stone</dc:title>
  <dc:subject/>
  <dc:creator>Susan Willis</dc:creator>
  <cp:keywords/>
  <dc:description/>
  <cp:lastModifiedBy>Ciorsdan Glass</cp:lastModifiedBy>
  <cp:revision>2</cp:revision>
  <dcterms:created xsi:type="dcterms:W3CDTF">2016-04-12T08:25:00Z</dcterms:created>
  <dcterms:modified xsi:type="dcterms:W3CDTF">2016-04-12T08:25:00Z</dcterms:modified>
</cp:coreProperties>
</file>